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194233D7"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xml:space="preserve">, Cost Proposal </w:t>
      </w:r>
      <w:r w:rsidRPr="000267AB">
        <w:rPr>
          <w:rFonts w:asciiTheme="minorHAnsi" w:hAnsiTheme="minorHAnsi" w:cstheme="minorHAnsi"/>
        </w:rPr>
        <w:t>Template</w:t>
      </w:r>
      <w:r w:rsidR="00981026" w:rsidRPr="000267AB">
        <w:rPr>
          <w:rFonts w:asciiTheme="minorHAnsi" w:hAnsiTheme="minorHAnsi" w:cstheme="minorHAnsi"/>
        </w:rPr>
        <w:t xml:space="preserve"> </w:t>
      </w:r>
      <w:r w:rsidR="007D7739">
        <w:rPr>
          <w:rFonts w:asciiTheme="minorHAnsi" w:hAnsiTheme="minorHAnsi" w:cstheme="minorHAnsi"/>
        </w:rPr>
        <w:t>TOTAL ANNUAL PROPOSED PRICE – Initial Contract Term (</w:t>
      </w:r>
      <w:r w:rsidR="000267AB" w:rsidRPr="000267AB">
        <w:rPr>
          <w:rFonts w:asciiTheme="minorHAnsi" w:hAnsiTheme="minorHAnsi" w:cstheme="minorHAnsi"/>
        </w:rPr>
        <w:t>Tab C2</w:t>
      </w:r>
      <w:r w:rsidR="007D7739">
        <w:rPr>
          <w:rFonts w:asciiTheme="minorHAnsi" w:hAnsiTheme="minorHAnsi" w:cstheme="minorHAnsi"/>
        </w:rPr>
        <w:t>,</w:t>
      </w:r>
      <w:r w:rsidR="000267AB" w:rsidRPr="000267AB">
        <w:rPr>
          <w:rFonts w:asciiTheme="minorHAnsi" w:hAnsiTheme="minorHAnsi" w:cstheme="minorHAnsi"/>
        </w:rPr>
        <w:t xml:space="preserve"> Cell G11</w:t>
      </w:r>
      <w:r w:rsidR="00397BC9">
        <w:rPr>
          <w:rFonts w:asciiTheme="minorHAnsi" w:hAnsiTheme="minorHAnsi" w:cstheme="minorHAnsi"/>
        </w:rPr>
        <w:t>)</w:t>
      </w:r>
      <w:r w:rsidRPr="000267AB">
        <w:rPr>
          <w:rFonts w:asciiTheme="minorHAnsi" w:hAnsiTheme="minorHAnsi" w:cstheme="minorHAnsi"/>
        </w:rPr>
        <w:t>.</w:t>
      </w:r>
      <w:r w:rsidR="007A6E7B" w:rsidRPr="000267AB">
        <w:rPr>
          <w:rFonts w:asciiTheme="minorHAnsi" w:hAnsiTheme="minorHAnsi" w:cstheme="minorHAnsi"/>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34040919"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C8758F" w:rsidRPr="00C8758F">
              <w:rPr>
                <w:rFonts w:asciiTheme="minorHAnsi" w:hAnsiTheme="minorHAnsi" w:cstheme="minorHAnsi"/>
                <w:b/>
                <w:sz w:val="22"/>
              </w:rPr>
              <w:t>23-7</w:t>
            </w:r>
            <w:r w:rsidR="00727965">
              <w:rPr>
                <w:rFonts w:asciiTheme="minorHAnsi" w:hAnsiTheme="minorHAnsi" w:cstheme="minorHAnsi"/>
                <w:b/>
                <w:sz w:val="22"/>
              </w:rPr>
              <w:t>4658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6B77BB7C"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D564A1">
              <w:rPr>
                <w:rFonts w:asciiTheme="minorHAnsi" w:hAnsiTheme="minorHAnsi" w:cstheme="minorHAnsi"/>
                <w:b/>
                <w:sz w:val="22"/>
              </w:rPr>
              <w:t xml:space="preserve"> </w:t>
            </w:r>
            <w:r w:rsidR="003971FF" w:rsidRPr="003971FF">
              <w:rPr>
                <w:rFonts w:asciiTheme="minorHAnsi" w:hAnsiTheme="minorHAnsi" w:cstheme="minorHAnsi"/>
                <w:b/>
                <w:sz w:val="22"/>
              </w:rPr>
              <w:t>$22,800,767.00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2F493F" w:rsidRPr="00981026" w14:paraId="7813CDFB" w14:textId="77777777" w:rsidTr="00F75B67">
        <w:tc>
          <w:tcPr>
            <w:tcW w:w="5160" w:type="dxa"/>
          </w:tcPr>
          <w:p w14:paraId="512FF655" w14:textId="4B3AC3C1" w:rsidR="002F493F" w:rsidRPr="00981026" w:rsidRDefault="009F726D" w:rsidP="00FB30ED">
            <w:pPr>
              <w:rPr>
                <w:rFonts w:asciiTheme="minorHAnsi" w:hAnsiTheme="minorHAnsi" w:cstheme="minorHAnsi"/>
                <w:b/>
                <w:sz w:val="22"/>
              </w:rPr>
            </w:pPr>
            <w:r w:rsidRPr="00981026">
              <w:rPr>
                <w:rFonts w:asciiTheme="minorHAnsi" w:hAnsiTheme="minorHAnsi" w:cstheme="minorHAnsi"/>
                <w:b/>
                <w:sz w:val="22"/>
              </w:rPr>
              <w:sym w:font="Wingdings" w:char="F072"/>
            </w:r>
            <w:r w:rsidR="002F493F"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002F493F" w:rsidRPr="00981026">
              <w:rPr>
                <w:rFonts w:asciiTheme="minorHAnsi" w:hAnsiTheme="minorHAnsi" w:cstheme="minorHAnsi"/>
                <w:b/>
                <w:sz w:val="22"/>
              </w:rPr>
              <w:t xml:space="preserve">              </w:t>
            </w:r>
            <w:r w:rsidR="006F1B93">
              <w:rPr>
                <w:rFonts w:asciiTheme="minorHAnsi" w:hAnsiTheme="minorHAnsi" w:cstheme="minorHAnsi"/>
                <w:b/>
                <w:sz w:val="22"/>
              </w:rPr>
              <w:sym w:font="Wingdings" w:char="F078"/>
            </w:r>
            <w:r w:rsidR="002F493F"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124EBD9" w:rsidR="00AD6963" w:rsidRPr="003A6ED0" w:rsidRDefault="00AD6963" w:rsidP="00FB30ED">
            <w:pPr>
              <w:rPr>
                <w:rFonts w:asciiTheme="minorHAnsi" w:hAnsiTheme="minorHAnsi" w:cstheme="minorHAnsi"/>
                <w:bCs/>
                <w:sz w:val="22"/>
              </w:rPr>
            </w:pPr>
            <w:r w:rsidRPr="00981026">
              <w:rPr>
                <w:rFonts w:asciiTheme="minorHAnsi" w:hAnsiTheme="minorHAnsi" w:cstheme="minorHAnsi"/>
                <w:b/>
                <w:sz w:val="22"/>
              </w:rPr>
              <w:t xml:space="preserve">Company Name:  </w:t>
            </w:r>
            <w:r w:rsidR="00112176" w:rsidRPr="00AF207E">
              <w:rPr>
                <w:rFonts w:asciiTheme="minorHAnsi" w:hAnsiTheme="minorHAnsi" w:cstheme="minorHAnsi"/>
                <w:sz w:val="22"/>
              </w:rPr>
              <w:t>n</w:t>
            </w:r>
            <w:r w:rsidR="003A6ED0">
              <w:rPr>
                <w:rFonts w:asciiTheme="minorHAnsi" w:hAnsiTheme="minorHAnsi" w:cstheme="minorHAnsi"/>
                <w:bCs/>
                <w:sz w:val="22"/>
              </w:rPr>
              <w:t>et</w:t>
            </w:r>
            <w:r w:rsidR="00112176">
              <w:rPr>
                <w:rFonts w:asciiTheme="minorHAnsi" w:hAnsiTheme="minorHAnsi" w:cstheme="minorHAnsi"/>
                <w:bCs/>
                <w:sz w:val="22"/>
              </w:rPr>
              <w:t>l</w:t>
            </w:r>
            <w:r w:rsidR="003A6ED0">
              <w:rPr>
                <w:rFonts w:asciiTheme="minorHAnsi" w:hAnsiTheme="minorHAnsi" w:cstheme="minorHAnsi"/>
                <w:bCs/>
                <w:sz w:val="22"/>
              </w:rPr>
              <w:t>ogx</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43D58A0B"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r w:rsidR="008221C2">
              <w:rPr>
                <w:rFonts w:asciiTheme="minorHAnsi" w:hAnsiTheme="minorHAnsi" w:cstheme="minorHAnsi"/>
                <w:b/>
                <w:sz w:val="22"/>
              </w:rPr>
              <w:t xml:space="preserve"> </w:t>
            </w:r>
            <w:r w:rsidR="008221C2" w:rsidRPr="009F0144">
              <w:rPr>
                <w:rFonts w:asciiTheme="minorHAnsi" w:hAnsiTheme="minorHAnsi" w:cstheme="minorHAnsi"/>
                <w:sz w:val="22"/>
              </w:rPr>
              <w:t>Kortney R</w:t>
            </w:r>
            <w:r w:rsidR="00D332B9" w:rsidRPr="009F0144">
              <w:rPr>
                <w:rFonts w:asciiTheme="minorHAnsi" w:hAnsiTheme="minorHAnsi" w:cstheme="minorHAnsi"/>
                <w:sz w:val="22"/>
              </w:rPr>
              <w:t>iegel</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6801F480" w14:textId="77777777" w:rsidR="00AD6963" w:rsidRDefault="00AD6963" w:rsidP="00FB30ED">
            <w:pPr>
              <w:rPr>
                <w:rFonts w:asciiTheme="minorHAnsi" w:hAnsiTheme="minorHAnsi" w:cstheme="minorHAnsi"/>
                <w:bCs/>
                <w:sz w:val="22"/>
              </w:rPr>
            </w:pPr>
            <w:r w:rsidRPr="00981026">
              <w:rPr>
                <w:rFonts w:asciiTheme="minorHAnsi" w:hAnsiTheme="minorHAnsi" w:cstheme="minorHAnsi"/>
                <w:b/>
                <w:sz w:val="22"/>
              </w:rPr>
              <w:t>Address:</w:t>
            </w:r>
          </w:p>
          <w:p w14:paraId="207BEEBC" w14:textId="77777777" w:rsidR="00CE2765" w:rsidRDefault="00CE2765" w:rsidP="00FB30ED">
            <w:pPr>
              <w:rPr>
                <w:rFonts w:asciiTheme="minorHAnsi" w:hAnsiTheme="minorHAnsi" w:cstheme="minorHAnsi"/>
                <w:bCs/>
                <w:sz w:val="22"/>
              </w:rPr>
            </w:pPr>
            <w:r>
              <w:rPr>
                <w:rFonts w:asciiTheme="minorHAnsi" w:hAnsiTheme="minorHAnsi" w:cstheme="minorHAnsi"/>
                <w:bCs/>
                <w:sz w:val="22"/>
              </w:rPr>
              <w:t>429 E. Vermont St., Suite 208</w:t>
            </w:r>
          </w:p>
          <w:p w14:paraId="2F5C9F72" w14:textId="09FC40B3" w:rsidR="00CE2765" w:rsidRPr="00CE2765" w:rsidRDefault="00CE2765" w:rsidP="00FB30ED">
            <w:pPr>
              <w:rPr>
                <w:rFonts w:asciiTheme="minorHAnsi" w:hAnsiTheme="minorHAnsi" w:cstheme="minorHAnsi"/>
                <w:bCs/>
                <w:sz w:val="22"/>
              </w:rPr>
            </w:pPr>
            <w:r>
              <w:rPr>
                <w:rFonts w:asciiTheme="minorHAnsi" w:hAnsiTheme="minorHAnsi" w:cstheme="minorHAnsi"/>
                <w:bCs/>
                <w:sz w:val="22"/>
              </w:rPr>
              <w:t>Indianapolis, IN  46202</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45FAEFB4"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r w:rsidR="00EA3BD4">
              <w:rPr>
                <w:rFonts w:asciiTheme="minorHAnsi" w:hAnsiTheme="minorHAnsi" w:cstheme="minorHAnsi"/>
                <w:b/>
                <w:sz w:val="22"/>
              </w:rPr>
              <w:t xml:space="preserve"> </w:t>
            </w:r>
            <w:r w:rsidR="00EA3BD4" w:rsidRPr="009F0144">
              <w:rPr>
                <w:rFonts w:asciiTheme="minorHAnsi" w:hAnsiTheme="minorHAnsi" w:cstheme="minorHAnsi"/>
                <w:sz w:val="22"/>
              </w:rPr>
              <w:t>kriegel@netlogx.com</w:t>
            </w:r>
          </w:p>
        </w:tc>
      </w:tr>
      <w:tr w:rsidR="00AD6963" w:rsidRPr="00981026" w14:paraId="3BA6C88C" w14:textId="77777777" w:rsidTr="4FD3573D">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4FD3573D">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40760FFB" w:rsidR="00AB1FB2" w:rsidRPr="009F0144" w:rsidRDefault="00AB1FB2" w:rsidP="00FB30ED">
            <w:pPr>
              <w:rPr>
                <w:rFonts w:asciiTheme="minorHAnsi" w:hAnsiTheme="minorHAnsi" w:cstheme="minorHAnsi"/>
                <w:sz w:val="22"/>
              </w:rPr>
            </w:pPr>
            <w:r w:rsidRPr="009F0144">
              <w:rPr>
                <w:rFonts w:asciiTheme="minorHAnsi" w:hAnsiTheme="minorHAnsi" w:cstheme="minorHAnsi"/>
                <w:sz w:val="22"/>
              </w:rPr>
              <w:t xml:space="preserve"> (</w:t>
            </w:r>
            <w:r w:rsidR="00D332B9" w:rsidRPr="009F0144">
              <w:rPr>
                <w:rFonts w:asciiTheme="minorHAnsi" w:hAnsiTheme="minorHAnsi" w:cstheme="minorHAnsi"/>
                <w:sz w:val="22"/>
              </w:rPr>
              <w:t>765</w:t>
            </w:r>
            <w:r w:rsidRPr="009F0144">
              <w:rPr>
                <w:rFonts w:asciiTheme="minorHAnsi" w:hAnsiTheme="minorHAnsi" w:cstheme="minorHAnsi"/>
                <w:sz w:val="22"/>
              </w:rPr>
              <w:t>)</w:t>
            </w:r>
            <w:r w:rsidR="00D332B9" w:rsidRPr="009F0144">
              <w:rPr>
                <w:rFonts w:asciiTheme="minorHAnsi" w:hAnsiTheme="minorHAnsi" w:cstheme="minorHAnsi"/>
                <w:sz w:val="22"/>
              </w:rPr>
              <w:t xml:space="preserve"> 721-3705</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18C11B4C" w:rsidR="00AB1FB2" w:rsidRPr="00166117" w:rsidRDefault="00166117" w:rsidP="00FB30ED">
            <w:pPr>
              <w:rPr>
                <w:rFonts w:asciiTheme="minorHAnsi" w:hAnsiTheme="minorHAnsi" w:cstheme="minorHAnsi"/>
                <w:sz w:val="22"/>
              </w:rPr>
            </w:pPr>
            <w:r>
              <w:rPr>
                <w:rFonts w:asciiTheme="minorHAnsi" w:hAnsiTheme="minorHAnsi" w:cstheme="minorHAnsi"/>
                <w:bCs/>
                <w:sz w:val="22"/>
              </w:rPr>
              <w:t>(</w:t>
            </w:r>
            <w:r w:rsidRPr="00166117">
              <w:rPr>
                <w:rFonts w:asciiTheme="minorHAnsi" w:hAnsiTheme="minorHAnsi" w:cstheme="minorHAnsi"/>
                <w:bCs/>
                <w:sz w:val="22"/>
              </w:rPr>
              <w:t>317</w:t>
            </w:r>
            <w:r>
              <w:rPr>
                <w:rFonts w:asciiTheme="minorHAnsi" w:hAnsiTheme="minorHAnsi" w:cstheme="minorHAnsi"/>
                <w:bCs/>
                <w:sz w:val="22"/>
              </w:rPr>
              <w:t xml:space="preserve">) </w:t>
            </w:r>
            <w:r w:rsidRPr="00166117">
              <w:rPr>
                <w:rFonts w:asciiTheme="minorHAnsi" w:hAnsiTheme="minorHAnsi" w:cstheme="minorHAnsi"/>
                <w:bCs/>
                <w:sz w:val="22"/>
              </w:rPr>
              <w:t>536-2642</w:t>
            </w:r>
          </w:p>
        </w:tc>
      </w:tr>
      <w:tr w:rsidR="00AB1FB2" w:rsidRPr="00981026" w14:paraId="4D64833B" w14:textId="77777777" w:rsidTr="4FD3573D">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15E6A502">
        <w:tc>
          <w:tcPr>
            <w:tcW w:w="5160" w:type="dxa"/>
          </w:tcPr>
          <w:p w14:paraId="501182B3" w14:textId="77777777" w:rsidR="00B679AB" w:rsidRPr="00981026" w:rsidRDefault="083D11A0" w:rsidP="15E6A502">
            <w:pPr>
              <w:rPr>
                <w:rFonts w:asciiTheme="minorHAnsi" w:hAnsiTheme="minorHAnsi" w:cstheme="minorBidi"/>
                <w:b/>
                <w:bCs/>
                <w:sz w:val="22"/>
                <w:szCs w:val="22"/>
              </w:rPr>
            </w:pPr>
            <w:r w:rsidRPr="15E6A502">
              <w:rPr>
                <w:rFonts w:asciiTheme="minorHAnsi" w:hAnsiTheme="minorHAnsi" w:cstheme="minorBidi"/>
                <w:b/>
                <w:bCs/>
                <w:sz w:val="22"/>
                <w:szCs w:val="22"/>
              </w:rPr>
              <w:t>Sub-Contract Amount:</w:t>
            </w:r>
            <w:r w:rsidR="5C54AE98" w:rsidRPr="15E6A502">
              <w:rPr>
                <w:rFonts w:asciiTheme="minorHAnsi" w:hAnsiTheme="minorHAnsi" w:cstheme="minorBidi"/>
                <w:b/>
                <w:bCs/>
                <w:sz w:val="22"/>
                <w:szCs w:val="22"/>
              </w:rPr>
              <w:t xml:space="preserve"> </w:t>
            </w:r>
          </w:p>
          <w:p w14:paraId="240B3E02" w14:textId="07304EAB" w:rsidR="00AD6963" w:rsidRPr="00B679AB" w:rsidRDefault="00B679AB" w:rsidP="15E6A502">
            <w:pPr>
              <w:rPr>
                <w:rFonts w:ascii="Calibri" w:hAnsi="Calibri" w:cs="Calibri"/>
                <w:color w:val="000000"/>
                <w:sz w:val="22"/>
                <w:szCs w:val="22"/>
              </w:rPr>
            </w:pPr>
            <w:r>
              <w:rPr>
                <w:rFonts w:ascii="Calibri" w:hAnsi="Calibri" w:cs="Calibri"/>
                <w:color w:val="000000"/>
                <w:sz w:val="22"/>
                <w:szCs w:val="22"/>
              </w:rPr>
              <w:t xml:space="preserve">$ 1,140,038.36 </w:t>
            </w:r>
          </w:p>
          <w:p w14:paraId="5E56A8D1" w14:textId="49C75B95" w:rsidR="002F493F" w:rsidRPr="00981026" w:rsidRDefault="002F493F" w:rsidP="15E6A502">
            <w:pPr>
              <w:rPr>
                <w:rFonts w:asciiTheme="minorHAnsi" w:hAnsiTheme="minorHAnsi" w:cstheme="minorBidi"/>
                <w:b/>
                <w:bCs/>
                <w:sz w:val="22"/>
                <w:szCs w:val="22"/>
              </w:rPr>
            </w:pPr>
          </w:p>
          <w:p w14:paraId="3D974ED0" w14:textId="3F02194D" w:rsidR="002F493F" w:rsidRPr="00981026" w:rsidRDefault="083D11A0" w:rsidP="15E6A502">
            <w:pPr>
              <w:pBdr>
                <w:top w:val="single" w:sz="4" w:space="1" w:color="auto"/>
                <w:left w:val="single" w:sz="4" w:space="4" w:color="auto"/>
                <w:bottom w:val="single" w:sz="4" w:space="1" w:color="auto"/>
                <w:right w:val="single" w:sz="4" w:space="4" w:color="auto"/>
              </w:pBdr>
              <w:rPr>
                <w:rFonts w:asciiTheme="minorHAnsi" w:hAnsiTheme="minorHAnsi" w:cstheme="minorBidi"/>
                <w:b/>
                <w:bCs/>
                <w:sz w:val="22"/>
                <w:szCs w:val="22"/>
              </w:rPr>
            </w:pPr>
            <w:r w:rsidRPr="15E6A502">
              <w:rPr>
                <w:rFonts w:asciiTheme="minorHAnsi" w:hAnsiTheme="minorHAnsi" w:cstheme="minorBidi"/>
                <w:b/>
                <w:bCs/>
                <w:sz w:val="22"/>
                <w:szCs w:val="22"/>
              </w:rPr>
              <w:t>Sub-Contract Percentage of Total Bid:</w:t>
            </w:r>
            <w:r w:rsidR="008C5883">
              <w:rPr>
                <w:rFonts w:asciiTheme="minorHAnsi" w:hAnsiTheme="minorHAnsi" w:cstheme="minorBidi"/>
                <w:b/>
                <w:bCs/>
                <w:sz w:val="22"/>
                <w:szCs w:val="22"/>
              </w:rPr>
              <w:t xml:space="preserve"> </w:t>
            </w:r>
            <w:r w:rsidR="001A6FF0" w:rsidRPr="009F0144">
              <w:rPr>
                <w:rFonts w:asciiTheme="minorHAnsi" w:hAnsiTheme="minorHAnsi" w:cstheme="minorBidi"/>
                <w:sz w:val="22"/>
                <w:szCs w:val="22"/>
              </w:rPr>
              <w:t>5%</w:t>
            </w:r>
          </w:p>
          <w:p w14:paraId="70B76930" w14:textId="1CC39E68" w:rsidR="00F231B1" w:rsidRPr="00981026" w:rsidRDefault="00F231B1" w:rsidP="15E6A502">
            <w:pPr>
              <w:pBdr>
                <w:top w:val="single" w:sz="4" w:space="1" w:color="auto"/>
                <w:left w:val="single" w:sz="4" w:space="4" w:color="auto"/>
                <w:bottom w:val="single" w:sz="4" w:space="1" w:color="auto"/>
                <w:right w:val="single" w:sz="4" w:space="4" w:color="auto"/>
              </w:pBdr>
              <w:rPr>
                <w:rFonts w:asciiTheme="minorHAnsi" w:hAnsiTheme="minorHAnsi" w:cstheme="minorBidi"/>
                <w:b/>
                <w:bCs/>
                <w:sz w:val="22"/>
                <w:szCs w:val="22"/>
              </w:rPr>
            </w:pPr>
          </w:p>
          <w:p w14:paraId="474B384B" w14:textId="10A2F5D5" w:rsidR="083D11A0" w:rsidRPr="15E6A502" w:rsidRDefault="083D11A0" w:rsidP="15E6A502">
            <w:pPr>
              <w:rPr>
                <w:rFonts w:asciiTheme="minorHAnsi" w:hAnsiTheme="minorHAnsi" w:cstheme="minorBidi"/>
                <w:b/>
                <w:bCs/>
                <w:sz w:val="22"/>
                <w:szCs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4EE052A7" w14:textId="77777777" w:rsidR="006B1684" w:rsidRDefault="006B1684" w:rsidP="00FB30ED">
            <w:pPr>
              <w:rPr>
                <w:rFonts w:asciiTheme="minorHAnsi" w:hAnsiTheme="minorHAnsi" w:cstheme="minorHAnsi"/>
                <w:bCs/>
                <w:sz w:val="22"/>
              </w:rPr>
            </w:pPr>
          </w:p>
          <w:p w14:paraId="3555EE8D" w14:textId="662259EA" w:rsidR="007C6B08" w:rsidRPr="00DB09CE" w:rsidRDefault="00C278AD" w:rsidP="00FB30ED">
            <w:pPr>
              <w:rPr>
                <w:rFonts w:asciiTheme="minorHAnsi" w:hAnsiTheme="minorHAnsi" w:cstheme="minorHAnsi"/>
                <w:sz w:val="22"/>
              </w:rPr>
            </w:pPr>
            <w:r>
              <w:rPr>
                <w:rFonts w:asciiTheme="minorHAnsi" w:hAnsiTheme="minorHAnsi" w:cstheme="minorHAnsi"/>
                <w:bCs/>
                <w:sz w:val="22"/>
              </w:rPr>
              <w:t>P</w:t>
            </w:r>
            <w:r w:rsidR="001B40EC" w:rsidRPr="001B40EC">
              <w:rPr>
                <w:rFonts w:asciiTheme="minorHAnsi" w:hAnsiTheme="minorHAnsi" w:cstheme="minorHAnsi"/>
                <w:bCs/>
                <w:sz w:val="22"/>
              </w:rPr>
              <w:t>roje</w:t>
            </w:r>
            <w:r w:rsidR="006B1684">
              <w:rPr>
                <w:rFonts w:asciiTheme="minorHAnsi" w:hAnsiTheme="minorHAnsi" w:cstheme="minorHAnsi"/>
                <w:bCs/>
                <w:sz w:val="22"/>
              </w:rPr>
              <w:t>c</w:t>
            </w:r>
            <w:r w:rsidR="001B40EC" w:rsidRPr="001B40EC">
              <w:rPr>
                <w:rFonts w:asciiTheme="minorHAnsi" w:hAnsiTheme="minorHAnsi" w:cstheme="minorHAnsi"/>
                <w:bCs/>
                <w:sz w:val="22"/>
              </w:rPr>
              <w:t>t management and project coordination services</w:t>
            </w:r>
            <w:r w:rsidR="004319CD">
              <w:rPr>
                <w:rFonts w:asciiTheme="minorHAnsi" w:hAnsiTheme="minorHAnsi" w:cstheme="minorHAnsi"/>
                <w:bCs/>
                <w:sz w:val="22"/>
              </w:rPr>
              <w:t xml:space="preserve"> to support </w:t>
            </w:r>
            <w:r w:rsidR="003512AC">
              <w:rPr>
                <w:rFonts w:asciiTheme="minorHAnsi" w:hAnsiTheme="minorHAnsi" w:cstheme="minorHAnsi"/>
                <w:bCs/>
                <w:sz w:val="22"/>
              </w:rPr>
              <w:t xml:space="preserve">project engagements under the contract for websites and </w:t>
            </w:r>
            <w:r w:rsidR="00FA3FCD">
              <w:rPr>
                <w:rFonts w:asciiTheme="minorHAnsi" w:hAnsiTheme="minorHAnsi" w:cstheme="minorHAnsi"/>
                <w:bCs/>
                <w:sz w:val="22"/>
              </w:rPr>
              <w:t>data sales services.</w:t>
            </w:r>
          </w:p>
        </w:tc>
      </w:tr>
      <w:tr w:rsidR="007C6B08" w:rsidRPr="00981026" w14:paraId="5BB26F4A" w14:textId="77777777" w:rsidTr="00F75B67">
        <w:tc>
          <w:tcPr>
            <w:tcW w:w="10908" w:type="dxa"/>
            <w:gridSpan w:val="4"/>
          </w:tcPr>
          <w:p w14:paraId="454C4B74" w14:textId="70608F9C"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r w:rsidR="006D2C90" w:rsidRPr="005D4D5E">
              <w:rPr>
                <w:rFonts w:asciiTheme="minorHAnsi" w:hAnsiTheme="minorHAnsi" w:cstheme="minorHAnsi"/>
                <w:bCs/>
                <w:sz w:val="22"/>
              </w:rPr>
              <w:t xml:space="preserve"> Q1 2024</w:t>
            </w:r>
            <w:r w:rsidR="00DC0E1D">
              <w:rPr>
                <w:rFonts w:asciiTheme="minorHAnsi" w:hAnsiTheme="minorHAnsi" w:cstheme="minorHAnsi"/>
                <w:bCs/>
                <w:sz w:val="22"/>
              </w:rPr>
              <w:t xml:space="preserve"> to Q4 </w:t>
            </w:r>
            <w:r w:rsidR="00FF4575">
              <w:rPr>
                <w:rFonts w:asciiTheme="minorHAnsi" w:hAnsiTheme="minorHAnsi" w:cstheme="minorHAnsi"/>
                <w:bCs/>
                <w:sz w:val="22"/>
              </w:rPr>
              <w:t>2027</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7C6B08" w:rsidRPr="00981026" w14:paraId="62C1A5AF" w14:textId="77777777" w:rsidTr="00F75B67">
        <w:tc>
          <w:tcPr>
            <w:tcW w:w="5160" w:type="dxa"/>
          </w:tcPr>
          <w:p w14:paraId="294A1193" w14:textId="0FA919F0" w:rsidR="007C6B08" w:rsidRPr="00981026" w:rsidRDefault="009F726D" w:rsidP="00FB30ED">
            <w:pPr>
              <w:rPr>
                <w:rFonts w:asciiTheme="minorHAnsi" w:hAnsiTheme="minorHAnsi" w:cstheme="minorHAnsi"/>
                <w:b/>
                <w:sz w:val="22"/>
              </w:rPr>
            </w:pPr>
            <w:r w:rsidRPr="00981026">
              <w:rPr>
                <w:rFonts w:asciiTheme="minorHAnsi" w:hAnsiTheme="minorHAnsi" w:cstheme="minorHAnsi"/>
                <w:b/>
                <w:sz w:val="22"/>
              </w:rPr>
              <w:sym w:font="Wingdings" w:char="F072"/>
            </w:r>
            <w:r w:rsidR="007C6B08" w:rsidRPr="00981026">
              <w:rPr>
                <w:rFonts w:asciiTheme="minorHAnsi" w:hAnsiTheme="minorHAnsi" w:cstheme="minorHAnsi"/>
                <w:b/>
                <w:sz w:val="22"/>
              </w:rPr>
              <w:t xml:space="preserve">  MBE Firm              </w:t>
            </w:r>
            <w:r w:rsidR="006F1B93">
              <w:rPr>
                <w:rFonts w:asciiTheme="minorHAnsi" w:hAnsiTheme="minorHAnsi" w:cstheme="minorHAnsi"/>
                <w:b/>
                <w:sz w:val="22"/>
              </w:rPr>
              <w:sym w:font="Wingdings" w:char="F078"/>
            </w:r>
            <w:r w:rsidR="007C6B08"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60FB7518" w:rsidR="007C6B08" w:rsidRPr="00EB3FB5" w:rsidRDefault="007C6B08" w:rsidP="00FB30ED">
            <w:pPr>
              <w:rPr>
                <w:rFonts w:asciiTheme="minorHAnsi" w:hAnsiTheme="minorHAnsi" w:cstheme="minorHAnsi"/>
                <w:bCs/>
                <w:sz w:val="22"/>
              </w:rPr>
            </w:pPr>
            <w:r w:rsidRPr="00981026">
              <w:rPr>
                <w:rFonts w:asciiTheme="minorHAnsi" w:hAnsiTheme="minorHAnsi" w:cstheme="minorHAnsi"/>
                <w:b/>
                <w:sz w:val="22"/>
              </w:rPr>
              <w:t xml:space="preserve">Company Name:  </w:t>
            </w:r>
            <w:r w:rsidR="00EB3FB5">
              <w:rPr>
                <w:rFonts w:asciiTheme="minorHAnsi" w:hAnsiTheme="minorHAnsi" w:cstheme="minorHAnsi"/>
                <w:bCs/>
                <w:sz w:val="22"/>
              </w:rPr>
              <w:t>Roeing</w:t>
            </w:r>
            <w:r w:rsidR="002E455C">
              <w:rPr>
                <w:rFonts w:asciiTheme="minorHAnsi" w:hAnsiTheme="minorHAnsi" w:cstheme="minorHAnsi"/>
                <w:bCs/>
                <w:sz w:val="22"/>
              </w:rPr>
              <w:t xml:space="preserve"> IT Solutions</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8409A92" w:rsidR="007C6B08" w:rsidRPr="005A5BBF" w:rsidRDefault="007C6B08" w:rsidP="00FB30ED">
            <w:pPr>
              <w:rPr>
                <w:rFonts w:asciiTheme="minorHAnsi" w:hAnsiTheme="minorHAnsi" w:cstheme="minorHAnsi"/>
                <w:sz w:val="22"/>
              </w:rPr>
            </w:pPr>
            <w:r w:rsidRPr="00981026">
              <w:rPr>
                <w:rFonts w:asciiTheme="minorHAnsi" w:hAnsiTheme="minorHAnsi" w:cstheme="minorHAnsi"/>
                <w:b/>
                <w:sz w:val="22"/>
              </w:rPr>
              <w:t>Contact Person:</w:t>
            </w:r>
            <w:r w:rsidR="005A5BBF">
              <w:rPr>
                <w:rFonts w:asciiTheme="minorHAnsi" w:hAnsiTheme="minorHAnsi" w:cstheme="minorHAnsi"/>
                <w:b/>
                <w:sz w:val="22"/>
              </w:rPr>
              <w:t xml:space="preserve"> </w:t>
            </w:r>
            <w:r w:rsidR="005A5BBF">
              <w:rPr>
                <w:rFonts w:asciiTheme="minorHAnsi" w:hAnsiTheme="minorHAnsi" w:cstheme="minorHAnsi"/>
                <w:bCs/>
                <w:sz w:val="22"/>
              </w:rPr>
              <w:t>Steven Fey</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C74D2F7" w14:textId="77777777" w:rsidR="007C6B08" w:rsidRDefault="007C6B08" w:rsidP="00FB30ED">
            <w:pPr>
              <w:rPr>
                <w:rFonts w:asciiTheme="minorHAnsi" w:hAnsiTheme="minorHAnsi" w:cstheme="minorHAnsi"/>
                <w:bCs/>
                <w:sz w:val="22"/>
              </w:rPr>
            </w:pPr>
            <w:r w:rsidRPr="00981026">
              <w:rPr>
                <w:rFonts w:asciiTheme="minorHAnsi" w:hAnsiTheme="minorHAnsi" w:cstheme="minorHAnsi"/>
                <w:b/>
                <w:sz w:val="22"/>
              </w:rPr>
              <w:t>Address:</w:t>
            </w:r>
          </w:p>
          <w:p w14:paraId="5A78D2E7" w14:textId="77777777" w:rsidR="00BB2F5C" w:rsidRDefault="00BB2F5C" w:rsidP="00FB30ED">
            <w:pPr>
              <w:rPr>
                <w:rFonts w:asciiTheme="minorHAnsi" w:hAnsiTheme="minorHAnsi" w:cstheme="minorHAnsi"/>
                <w:bCs/>
                <w:sz w:val="22"/>
              </w:rPr>
            </w:pPr>
            <w:r>
              <w:rPr>
                <w:rFonts w:asciiTheme="minorHAnsi" w:hAnsiTheme="minorHAnsi" w:cstheme="minorHAnsi"/>
                <w:bCs/>
                <w:sz w:val="22"/>
              </w:rPr>
              <w:t>2433 S 9</w:t>
            </w:r>
            <w:r w:rsidRPr="00BB2F5C">
              <w:rPr>
                <w:rFonts w:asciiTheme="minorHAnsi" w:hAnsiTheme="minorHAnsi" w:cstheme="minorHAnsi"/>
                <w:bCs/>
                <w:sz w:val="22"/>
                <w:vertAlign w:val="superscript"/>
              </w:rPr>
              <w:t>th</w:t>
            </w:r>
            <w:r>
              <w:rPr>
                <w:rFonts w:asciiTheme="minorHAnsi" w:hAnsiTheme="minorHAnsi" w:cstheme="minorHAnsi"/>
                <w:bCs/>
                <w:sz w:val="22"/>
              </w:rPr>
              <w:t xml:space="preserve"> St.</w:t>
            </w:r>
          </w:p>
          <w:p w14:paraId="502A41B0" w14:textId="64BE8C5A" w:rsidR="00BB2F5C" w:rsidRPr="00BB2F5C" w:rsidRDefault="00BB2F5C" w:rsidP="00FB30ED">
            <w:pPr>
              <w:rPr>
                <w:rFonts w:asciiTheme="minorHAnsi" w:hAnsiTheme="minorHAnsi" w:cstheme="minorHAnsi"/>
                <w:bCs/>
                <w:sz w:val="22"/>
              </w:rPr>
            </w:pPr>
            <w:r>
              <w:rPr>
                <w:rFonts w:asciiTheme="minorHAnsi" w:hAnsiTheme="minorHAnsi" w:cstheme="minorHAnsi"/>
                <w:bCs/>
                <w:sz w:val="22"/>
              </w:rPr>
              <w:t>Lafayette, IN  47909</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5896FA2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651E3C">
              <w:rPr>
                <w:rFonts w:asciiTheme="minorHAnsi" w:hAnsiTheme="minorHAnsi" w:cstheme="minorHAnsi"/>
                <w:b/>
                <w:sz w:val="22"/>
              </w:rPr>
              <w:t xml:space="preserve"> </w:t>
            </w:r>
            <w:r w:rsidR="005616AE" w:rsidRPr="005616AE">
              <w:rPr>
                <w:rFonts w:asciiTheme="minorHAnsi" w:hAnsiTheme="minorHAnsi" w:cstheme="minorHAnsi"/>
                <w:bCs/>
                <w:sz w:val="22"/>
              </w:rPr>
              <w:t>sfey@roeing.com</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3E8F1D0" w:rsidR="007C6B08" w:rsidRPr="00AB0C16" w:rsidRDefault="007C6B08" w:rsidP="00FB30ED">
            <w:pPr>
              <w:rPr>
                <w:rFonts w:asciiTheme="minorHAnsi" w:hAnsiTheme="minorHAnsi" w:cstheme="minorHAnsi"/>
                <w:bCs/>
                <w:sz w:val="22"/>
              </w:rPr>
            </w:pPr>
            <w:r w:rsidRPr="00981026">
              <w:rPr>
                <w:rFonts w:asciiTheme="minorHAnsi" w:hAnsiTheme="minorHAnsi" w:cstheme="minorHAnsi"/>
                <w:b/>
                <w:sz w:val="22"/>
              </w:rPr>
              <w:t xml:space="preserve"> </w:t>
            </w:r>
            <w:r w:rsidR="00BB2F5C" w:rsidRPr="005B4A11">
              <w:rPr>
                <w:rFonts w:asciiTheme="minorHAnsi" w:hAnsiTheme="minorHAnsi" w:cstheme="minorHAnsi"/>
                <w:sz w:val="22"/>
              </w:rPr>
              <w:t>(</w:t>
            </w:r>
            <w:r w:rsidR="00AB0C16">
              <w:rPr>
                <w:rFonts w:asciiTheme="minorHAnsi" w:hAnsiTheme="minorHAnsi" w:cstheme="minorHAnsi"/>
                <w:bCs/>
                <w:sz w:val="22"/>
              </w:rPr>
              <w:t>765</w:t>
            </w:r>
            <w:r w:rsidRPr="005B4A11">
              <w:rPr>
                <w:rFonts w:asciiTheme="minorHAnsi" w:hAnsiTheme="minorHAnsi" w:cstheme="minorHAnsi"/>
                <w:sz w:val="22"/>
              </w:rPr>
              <w:t>)</w:t>
            </w:r>
            <w:r w:rsidR="00AB0C16" w:rsidRPr="005B4A11">
              <w:rPr>
                <w:rFonts w:asciiTheme="minorHAnsi" w:hAnsiTheme="minorHAnsi" w:cstheme="minorHAnsi"/>
                <w:sz w:val="22"/>
              </w:rPr>
              <w:t xml:space="preserve"> </w:t>
            </w:r>
            <w:r w:rsidR="00AB0C16">
              <w:rPr>
                <w:rFonts w:asciiTheme="minorHAnsi" w:hAnsiTheme="minorHAnsi" w:cstheme="minorHAnsi"/>
                <w:bCs/>
                <w:sz w:val="22"/>
              </w:rPr>
              <w:t>474-5402</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4782F857" w:rsidR="007C6B08" w:rsidRPr="00AB0C16" w:rsidRDefault="00AB0C16" w:rsidP="00FB30ED">
            <w:pPr>
              <w:rPr>
                <w:rFonts w:asciiTheme="minorHAnsi" w:hAnsiTheme="minorHAnsi" w:cstheme="minorHAnsi"/>
                <w:bCs/>
                <w:sz w:val="22"/>
              </w:rPr>
            </w:pPr>
            <w:r w:rsidRPr="00853C42">
              <w:rPr>
                <w:rFonts w:asciiTheme="minorHAnsi" w:hAnsiTheme="minorHAnsi" w:cstheme="minorHAnsi"/>
                <w:sz w:val="22"/>
              </w:rPr>
              <w:t>(</w:t>
            </w:r>
            <w:r>
              <w:rPr>
                <w:rFonts w:asciiTheme="minorHAnsi" w:hAnsiTheme="minorHAnsi" w:cstheme="minorHAnsi"/>
                <w:bCs/>
                <w:sz w:val="22"/>
              </w:rPr>
              <w:t>765</w:t>
            </w:r>
            <w:r w:rsidR="007C6B08" w:rsidRPr="00853C42">
              <w:rPr>
                <w:rFonts w:asciiTheme="minorHAnsi" w:hAnsiTheme="minorHAnsi" w:cstheme="minorHAnsi"/>
                <w:sz w:val="22"/>
              </w:rPr>
              <w:t>)</w:t>
            </w:r>
            <w:r w:rsidRPr="00853C42">
              <w:rPr>
                <w:rFonts w:asciiTheme="minorHAnsi" w:hAnsiTheme="minorHAnsi" w:cstheme="minorHAnsi"/>
                <w:sz w:val="22"/>
              </w:rPr>
              <w:t xml:space="preserve"> </w:t>
            </w:r>
            <w:r w:rsidR="00C76691">
              <w:rPr>
                <w:rFonts w:asciiTheme="minorHAnsi" w:hAnsiTheme="minorHAnsi" w:cstheme="minorHAnsi"/>
                <w:bCs/>
                <w:sz w:val="22"/>
              </w:rPr>
              <w:t>474-4485</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0A2E4B03" w:rsidR="00F231B1" w:rsidRPr="003200D4" w:rsidRDefault="00F231B1" w:rsidP="00FB30ED">
            <w:pPr>
              <w:rPr>
                <w:rFonts w:asciiTheme="minorHAnsi" w:hAnsiTheme="minorHAnsi" w:cstheme="minorHAnsi"/>
                <w:sz w:val="22"/>
              </w:rPr>
            </w:pPr>
            <w:r w:rsidRPr="00981026">
              <w:rPr>
                <w:rFonts w:asciiTheme="minorHAnsi" w:hAnsiTheme="minorHAnsi" w:cstheme="minorHAnsi"/>
                <w:b/>
                <w:sz w:val="22"/>
              </w:rPr>
              <w:t>Sub-Contract Amount:</w:t>
            </w:r>
            <w:r w:rsidR="003200D4">
              <w:rPr>
                <w:rFonts w:asciiTheme="minorHAnsi" w:hAnsiTheme="minorHAnsi" w:cstheme="minorHAnsi"/>
                <w:b/>
                <w:sz w:val="22"/>
              </w:rPr>
              <w:t xml:space="preserve"> </w:t>
            </w:r>
            <w:r w:rsidR="008D5939">
              <w:rPr>
                <w:rFonts w:asciiTheme="minorHAnsi" w:hAnsiTheme="minorHAnsi" w:cstheme="minorHAnsi"/>
                <w:bCs/>
                <w:sz w:val="22"/>
              </w:rPr>
              <w:t>$684,023.01</w:t>
            </w:r>
          </w:p>
          <w:p w14:paraId="08BC9B79" w14:textId="77777777" w:rsidR="00F231B1" w:rsidRPr="00981026" w:rsidRDefault="00F231B1" w:rsidP="00FB30ED">
            <w:pPr>
              <w:rPr>
                <w:rFonts w:asciiTheme="minorHAnsi" w:hAnsiTheme="minorHAnsi" w:cstheme="minorHAnsi"/>
                <w:b/>
                <w:sz w:val="22"/>
              </w:rPr>
            </w:pPr>
          </w:p>
          <w:p w14:paraId="46A5349E" w14:textId="36875A7D" w:rsidR="00F231B1" w:rsidRPr="003200D4"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sz w:val="22"/>
              </w:rPr>
            </w:pPr>
            <w:r w:rsidRPr="00981026">
              <w:rPr>
                <w:rFonts w:asciiTheme="minorHAnsi" w:hAnsiTheme="minorHAnsi" w:cstheme="minorHAnsi"/>
                <w:b/>
                <w:sz w:val="22"/>
              </w:rPr>
              <w:t>Sub-Contract Percentage of Total Bid:</w:t>
            </w:r>
            <w:r w:rsidR="003200D4">
              <w:rPr>
                <w:rFonts w:asciiTheme="minorHAnsi" w:hAnsiTheme="minorHAnsi" w:cstheme="minorHAnsi"/>
                <w:b/>
                <w:sz w:val="22"/>
              </w:rPr>
              <w:t xml:space="preserve"> </w:t>
            </w:r>
            <w:r w:rsidR="003200D4">
              <w:rPr>
                <w:rFonts w:asciiTheme="minorHAnsi" w:hAnsiTheme="minorHAnsi" w:cstheme="minorHAnsi"/>
                <w:bCs/>
                <w:sz w:val="22"/>
              </w:rPr>
              <w:t>3%</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8251D76" w:rsidR="007C6B08" w:rsidRPr="00391A18" w:rsidRDefault="006A718C" w:rsidP="00FB30ED">
            <w:pPr>
              <w:rPr>
                <w:rFonts w:asciiTheme="minorHAnsi" w:hAnsiTheme="minorHAnsi" w:cstheme="minorHAnsi"/>
                <w:sz w:val="22"/>
              </w:rPr>
            </w:pPr>
            <w:r>
              <w:rPr>
                <w:rFonts w:asciiTheme="minorHAnsi" w:hAnsiTheme="minorHAnsi" w:cstheme="minorHAnsi"/>
                <w:bCs/>
                <w:sz w:val="22"/>
              </w:rPr>
              <w:t>P</w:t>
            </w:r>
            <w:r w:rsidR="00391A18" w:rsidRPr="00391A18">
              <w:rPr>
                <w:rFonts w:asciiTheme="minorHAnsi" w:hAnsiTheme="minorHAnsi" w:cstheme="minorHAnsi"/>
                <w:bCs/>
                <w:sz w:val="22"/>
              </w:rPr>
              <w:t>roviding information technology consultation services and information technology services</w:t>
            </w:r>
            <w:r w:rsidR="00B5262E">
              <w:rPr>
                <w:rFonts w:asciiTheme="minorHAnsi" w:hAnsiTheme="minorHAnsi" w:cstheme="minorHAnsi"/>
                <w:bCs/>
                <w:sz w:val="22"/>
              </w:rPr>
              <w:t xml:space="preserve"> to support database administration and support </w:t>
            </w:r>
            <w:r w:rsidR="00292CD0">
              <w:rPr>
                <w:rFonts w:asciiTheme="minorHAnsi" w:hAnsiTheme="minorHAnsi" w:cstheme="minorHAnsi"/>
                <w:bCs/>
                <w:sz w:val="22"/>
              </w:rPr>
              <w:t>tasks</w:t>
            </w:r>
            <w:r w:rsidR="00B5262E">
              <w:rPr>
                <w:rFonts w:asciiTheme="minorHAnsi" w:hAnsiTheme="minorHAnsi" w:cstheme="minorHAnsi"/>
                <w:bCs/>
                <w:sz w:val="22"/>
              </w:rPr>
              <w:t>.</w:t>
            </w:r>
          </w:p>
        </w:tc>
      </w:tr>
      <w:tr w:rsidR="007C6B08" w:rsidRPr="00981026" w14:paraId="26329290" w14:textId="77777777" w:rsidTr="00F75B67">
        <w:tc>
          <w:tcPr>
            <w:tcW w:w="10908" w:type="dxa"/>
            <w:gridSpan w:val="4"/>
          </w:tcPr>
          <w:p w14:paraId="5C9D3A90" w14:textId="46AD42E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r w:rsidR="006D2C90">
              <w:rPr>
                <w:rFonts w:asciiTheme="minorHAnsi" w:hAnsiTheme="minorHAnsi" w:cstheme="minorHAnsi"/>
                <w:b/>
                <w:sz w:val="22"/>
              </w:rPr>
              <w:t xml:space="preserve"> </w:t>
            </w:r>
            <w:r w:rsidR="006D2C90" w:rsidRPr="005D4D5E">
              <w:rPr>
                <w:rFonts w:asciiTheme="minorHAnsi" w:hAnsiTheme="minorHAnsi" w:cstheme="minorHAnsi"/>
                <w:bCs/>
                <w:sz w:val="22"/>
              </w:rPr>
              <w:t xml:space="preserve"> Q1 2024</w:t>
            </w:r>
            <w:r w:rsidR="00FF4575">
              <w:rPr>
                <w:rFonts w:asciiTheme="minorHAnsi" w:hAnsiTheme="minorHAnsi" w:cstheme="minorHAnsi"/>
                <w:bCs/>
                <w:sz w:val="22"/>
              </w:rPr>
              <w:t xml:space="preserve"> to Q4 2027</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8"/>
        <w:gridCol w:w="442"/>
        <w:gridCol w:w="5242"/>
      </w:tblGrid>
      <w:tr w:rsidR="00AD6963" w:rsidRPr="006479A8" w14:paraId="42555802" w14:textId="77777777" w:rsidTr="00A056C2">
        <w:tc>
          <w:tcPr>
            <w:tcW w:w="5008" w:type="dxa"/>
            <w:tcBorders>
              <w:bottom w:val="single" w:sz="4" w:space="0" w:color="auto"/>
            </w:tcBorders>
          </w:tcPr>
          <w:p w14:paraId="526798DC" w14:textId="2406C1C4" w:rsidR="00AD6963" w:rsidRPr="006479A8" w:rsidRDefault="006479A8" w:rsidP="00AD6963">
            <w:pPr>
              <w:rPr>
                <w:rFonts w:asciiTheme="minorHAnsi" w:hAnsiTheme="minorHAnsi" w:cstheme="minorHAnsi"/>
                <w:sz w:val="22"/>
                <w:lang w:val="es-ES"/>
              </w:rPr>
            </w:pPr>
            <w:r w:rsidRPr="006479A8">
              <w:rPr>
                <w:rFonts w:asciiTheme="minorHAnsi" w:hAnsiTheme="minorHAnsi" w:cstheme="minorHAnsi"/>
                <w:sz w:val="22"/>
                <w:lang w:val="es-ES"/>
              </w:rPr>
              <w:t>Indiana Interactive, LLC d/b</w:t>
            </w:r>
            <w:r>
              <w:rPr>
                <w:rFonts w:asciiTheme="minorHAnsi" w:hAnsiTheme="minorHAnsi" w:cstheme="minorHAnsi"/>
                <w:sz w:val="22"/>
                <w:lang w:val="es-ES"/>
              </w:rPr>
              <w:t>/a Tyler Indiana</w:t>
            </w:r>
          </w:p>
        </w:tc>
        <w:tc>
          <w:tcPr>
            <w:tcW w:w="442" w:type="dxa"/>
          </w:tcPr>
          <w:p w14:paraId="6B600DF4" w14:textId="77777777" w:rsidR="00FD302B" w:rsidRPr="006479A8" w:rsidRDefault="00FD302B" w:rsidP="00AD6963">
            <w:pPr>
              <w:rPr>
                <w:rFonts w:asciiTheme="minorHAnsi" w:hAnsiTheme="minorHAnsi" w:cstheme="minorHAnsi"/>
                <w:sz w:val="22"/>
                <w:lang w:val="es-ES"/>
              </w:rPr>
            </w:pPr>
          </w:p>
        </w:tc>
        <w:tc>
          <w:tcPr>
            <w:tcW w:w="5242" w:type="dxa"/>
            <w:tcBorders>
              <w:bottom w:val="single" w:sz="4" w:space="0" w:color="auto"/>
            </w:tcBorders>
          </w:tcPr>
          <w:p w14:paraId="5F044845" w14:textId="541B8351" w:rsidR="00AD6963" w:rsidRPr="006479A8" w:rsidRDefault="002E4E68" w:rsidP="00AD6963">
            <w:pPr>
              <w:rPr>
                <w:rFonts w:asciiTheme="minorHAnsi" w:hAnsiTheme="minorHAnsi" w:cstheme="minorHAnsi"/>
                <w:sz w:val="22"/>
                <w:lang w:val="es-ES"/>
              </w:rPr>
            </w:pPr>
            <w:r>
              <w:rPr>
                <w:rFonts w:asciiTheme="minorHAnsi" w:hAnsiTheme="minorHAnsi" w:cstheme="minorHAnsi"/>
                <w:sz w:val="22"/>
                <w:lang w:val="es-ES"/>
              </w:rPr>
              <w:t>317-233-2010</w:t>
            </w:r>
          </w:p>
        </w:tc>
      </w:tr>
      <w:tr w:rsidR="00AD6963" w:rsidRPr="00981026" w14:paraId="49F4350C" w14:textId="77777777" w:rsidTr="00A056C2">
        <w:tc>
          <w:tcPr>
            <w:tcW w:w="5008"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2D7D505D" w:rsidR="00FD302B" w:rsidRPr="00981026" w:rsidRDefault="006479A8" w:rsidP="00AD6963">
            <w:pPr>
              <w:rPr>
                <w:rFonts w:asciiTheme="minorHAnsi" w:hAnsiTheme="minorHAnsi" w:cstheme="minorHAnsi"/>
                <w:sz w:val="22"/>
              </w:rPr>
            </w:pPr>
            <w:r>
              <w:rPr>
                <w:rFonts w:asciiTheme="minorHAnsi" w:hAnsiTheme="minorHAnsi" w:cstheme="minorHAnsi"/>
                <w:sz w:val="22"/>
              </w:rPr>
              <w:t>151 W. Ohio Street, Suite 100</w:t>
            </w:r>
          </w:p>
        </w:tc>
        <w:tc>
          <w:tcPr>
            <w:tcW w:w="442" w:type="dxa"/>
          </w:tcPr>
          <w:p w14:paraId="4EF175B3" w14:textId="77777777" w:rsidR="00AD6963" w:rsidRPr="00981026" w:rsidRDefault="00AD6963" w:rsidP="00AD6963">
            <w:pPr>
              <w:rPr>
                <w:rFonts w:asciiTheme="minorHAnsi" w:hAnsiTheme="minorHAnsi" w:cstheme="minorHAnsi"/>
                <w:sz w:val="22"/>
              </w:rPr>
            </w:pPr>
          </w:p>
        </w:tc>
        <w:tc>
          <w:tcPr>
            <w:tcW w:w="5242"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5DA4D4C9" w:rsidR="00AD6963" w:rsidRPr="00981026" w:rsidRDefault="002118B0" w:rsidP="00AD6963">
            <w:pPr>
              <w:rPr>
                <w:rFonts w:asciiTheme="minorHAnsi" w:hAnsiTheme="minorHAnsi" w:cstheme="minorHAnsi"/>
                <w:sz w:val="22"/>
              </w:rPr>
            </w:pPr>
            <w:r>
              <w:rPr>
                <w:rFonts w:asciiTheme="minorHAnsi" w:hAnsiTheme="minorHAnsi" w:cstheme="minorHAnsi"/>
                <w:sz w:val="22"/>
              </w:rPr>
              <w:t>317-233-2011</w:t>
            </w:r>
          </w:p>
        </w:tc>
      </w:tr>
      <w:tr w:rsidR="00FD302B" w:rsidRPr="00981026" w14:paraId="6060CDEB" w14:textId="77777777" w:rsidTr="00A056C2">
        <w:tc>
          <w:tcPr>
            <w:tcW w:w="5008"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42" w:type="dxa"/>
          </w:tcPr>
          <w:p w14:paraId="0508A8C3" w14:textId="77777777" w:rsidR="00FD302B" w:rsidRPr="00981026" w:rsidRDefault="00FD302B" w:rsidP="00AD6963">
            <w:pPr>
              <w:rPr>
                <w:rFonts w:asciiTheme="minorHAnsi" w:hAnsiTheme="minorHAnsi" w:cstheme="minorHAnsi"/>
                <w:sz w:val="22"/>
              </w:rPr>
            </w:pPr>
          </w:p>
        </w:tc>
        <w:tc>
          <w:tcPr>
            <w:tcW w:w="5242"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rsidTr="00A056C2">
        <w:tc>
          <w:tcPr>
            <w:tcW w:w="5008" w:type="dxa"/>
            <w:tcBorders>
              <w:bottom w:val="single" w:sz="4" w:space="0" w:color="auto"/>
            </w:tcBorders>
          </w:tcPr>
          <w:p w14:paraId="7CC89512" w14:textId="69E72A49" w:rsidR="00AD6963" w:rsidRPr="00981026" w:rsidRDefault="006479A8" w:rsidP="00AD6963">
            <w:pPr>
              <w:rPr>
                <w:rFonts w:asciiTheme="minorHAnsi" w:hAnsiTheme="minorHAnsi" w:cstheme="minorHAnsi"/>
                <w:sz w:val="22"/>
              </w:rPr>
            </w:pPr>
            <w:r>
              <w:rPr>
                <w:rFonts w:asciiTheme="minorHAnsi" w:hAnsiTheme="minorHAnsi" w:cstheme="minorHAnsi"/>
                <w:sz w:val="22"/>
              </w:rPr>
              <w:t>Indianapolis, IN  46204</w:t>
            </w:r>
          </w:p>
        </w:tc>
        <w:tc>
          <w:tcPr>
            <w:tcW w:w="442" w:type="dxa"/>
          </w:tcPr>
          <w:p w14:paraId="360BD88A" w14:textId="77777777" w:rsidR="00AD6963" w:rsidRPr="00981026" w:rsidRDefault="00AD6963" w:rsidP="00AD6963">
            <w:pPr>
              <w:rPr>
                <w:rFonts w:asciiTheme="minorHAnsi" w:hAnsiTheme="minorHAnsi" w:cstheme="minorHAnsi"/>
                <w:sz w:val="22"/>
              </w:rPr>
            </w:pPr>
          </w:p>
        </w:tc>
        <w:tc>
          <w:tcPr>
            <w:tcW w:w="5242" w:type="dxa"/>
            <w:tcBorders>
              <w:bottom w:val="single" w:sz="4" w:space="0" w:color="auto"/>
            </w:tcBorders>
          </w:tcPr>
          <w:p w14:paraId="7F7EE97D" w14:textId="6F89CA14" w:rsidR="00AD6963" w:rsidRPr="00981026" w:rsidRDefault="005F6D94" w:rsidP="00AD6963">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1" behindDoc="1" locked="0" layoutInCell="1" allowOverlap="1" wp14:anchorId="388D7FEB" wp14:editId="060D1443">
                  <wp:simplePos x="0" y="0"/>
                  <wp:positionH relativeFrom="column">
                    <wp:posOffset>817245</wp:posOffset>
                  </wp:positionH>
                  <wp:positionV relativeFrom="paragraph">
                    <wp:posOffset>153670</wp:posOffset>
                  </wp:positionV>
                  <wp:extent cx="743527" cy="438150"/>
                  <wp:effectExtent l="0" t="0" r="0" b="0"/>
                  <wp:wrapNone/>
                  <wp:docPr id="1714945950" name="Picture 1714945950" descr="A blue signature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45950" name="Picture 1" descr="A blue signature on a white background&#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43527" cy="438150"/>
                          </a:xfrm>
                          <a:prstGeom prst="rect">
                            <a:avLst/>
                          </a:prstGeom>
                        </pic:spPr>
                      </pic:pic>
                    </a:graphicData>
                  </a:graphic>
                  <wp14:sizeRelH relativeFrom="margin">
                    <wp14:pctWidth>0</wp14:pctWidth>
                  </wp14:sizeRelH>
                  <wp14:sizeRelV relativeFrom="margin">
                    <wp14:pctHeight>0</wp14:pctHeight>
                  </wp14:sizeRelV>
                </wp:anchor>
              </w:drawing>
            </w:r>
            <w:r w:rsidR="00FA1DAB">
              <w:rPr>
                <w:rFonts w:asciiTheme="minorHAnsi" w:hAnsiTheme="minorHAnsi" w:cstheme="minorHAnsi"/>
                <w:sz w:val="22"/>
              </w:rPr>
              <w:t>Andrew.Hoff@tylertech.com</w:t>
            </w:r>
          </w:p>
        </w:tc>
      </w:tr>
      <w:tr w:rsidR="00FD302B" w:rsidRPr="00981026" w14:paraId="7846E4B6" w14:textId="77777777" w:rsidTr="00A056C2">
        <w:tc>
          <w:tcPr>
            <w:tcW w:w="5008"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0C6B6EF9" w:rsidR="00FD302B" w:rsidRPr="00981026" w:rsidRDefault="00C02E00" w:rsidP="00AD6963">
            <w:pPr>
              <w:rPr>
                <w:rFonts w:asciiTheme="minorHAnsi" w:hAnsiTheme="minorHAnsi" w:cstheme="minorHAnsi"/>
                <w:sz w:val="22"/>
              </w:rPr>
            </w:pPr>
            <w:r>
              <w:rPr>
                <w:rFonts w:asciiTheme="minorHAnsi" w:hAnsiTheme="minorHAnsi" w:cstheme="minorHAnsi"/>
                <w:sz w:val="22"/>
              </w:rPr>
              <w:t>Andrew Hoff</w:t>
            </w:r>
          </w:p>
        </w:tc>
        <w:tc>
          <w:tcPr>
            <w:tcW w:w="442" w:type="dxa"/>
          </w:tcPr>
          <w:p w14:paraId="3BB0E911" w14:textId="77777777" w:rsidR="00FD302B" w:rsidRPr="00981026" w:rsidRDefault="00FD302B" w:rsidP="00AD6963">
            <w:pPr>
              <w:rPr>
                <w:rFonts w:asciiTheme="minorHAnsi" w:hAnsiTheme="minorHAnsi" w:cstheme="minorHAnsi"/>
                <w:sz w:val="22"/>
              </w:rPr>
            </w:pPr>
          </w:p>
        </w:tc>
        <w:tc>
          <w:tcPr>
            <w:tcW w:w="5242" w:type="dxa"/>
            <w:tcBorders>
              <w:bottom w:val="single" w:sz="4" w:space="0" w:color="auto"/>
            </w:tcBorders>
          </w:tcPr>
          <w:p w14:paraId="0CEA0300" w14:textId="2E9EAE4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0167B88F" w:rsidR="00FD302B" w:rsidRPr="00981026" w:rsidRDefault="00FD302B" w:rsidP="00E374B0">
            <w:pPr>
              <w:ind w:firstLine="720"/>
              <w:rPr>
                <w:rFonts w:asciiTheme="minorHAnsi" w:hAnsiTheme="minorHAnsi" w:cstheme="minorHAnsi"/>
                <w:sz w:val="22"/>
              </w:rPr>
            </w:pPr>
          </w:p>
        </w:tc>
      </w:tr>
      <w:tr w:rsidR="00FD302B" w:rsidRPr="00981026" w14:paraId="2EBABCE3" w14:textId="77777777" w:rsidTr="00A056C2">
        <w:tc>
          <w:tcPr>
            <w:tcW w:w="5008"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2FFB144D" w:rsidR="00FD302B" w:rsidRPr="00981026" w:rsidRDefault="00D956F2" w:rsidP="00AD6963">
            <w:pPr>
              <w:rPr>
                <w:rFonts w:asciiTheme="minorHAnsi" w:hAnsiTheme="minorHAnsi" w:cstheme="minorHAnsi"/>
                <w:sz w:val="22"/>
              </w:rPr>
            </w:pPr>
            <w:r>
              <w:rPr>
                <w:rFonts w:asciiTheme="minorHAnsi" w:hAnsiTheme="minorHAnsi" w:cstheme="minorHAnsi"/>
                <w:sz w:val="22"/>
              </w:rPr>
              <w:t>August 22</w:t>
            </w:r>
            <w:r w:rsidR="00C02E00">
              <w:rPr>
                <w:rFonts w:asciiTheme="minorHAnsi" w:hAnsiTheme="minorHAnsi" w:cstheme="minorHAnsi"/>
                <w:sz w:val="22"/>
              </w:rPr>
              <w:t>, 2023</w:t>
            </w:r>
          </w:p>
        </w:tc>
        <w:tc>
          <w:tcPr>
            <w:tcW w:w="442" w:type="dxa"/>
          </w:tcPr>
          <w:p w14:paraId="701C0096" w14:textId="77777777" w:rsidR="00FD302B" w:rsidRPr="00981026" w:rsidRDefault="00FD302B" w:rsidP="00AD6963">
            <w:pPr>
              <w:rPr>
                <w:rFonts w:asciiTheme="minorHAnsi" w:hAnsiTheme="minorHAnsi" w:cstheme="minorHAnsi"/>
                <w:sz w:val="22"/>
              </w:rPr>
            </w:pPr>
          </w:p>
        </w:tc>
        <w:tc>
          <w:tcPr>
            <w:tcW w:w="5242"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5DA4E223" w:rsidR="00FD302B" w:rsidRPr="00981026" w:rsidRDefault="009877E3" w:rsidP="00AD6963">
            <w:pPr>
              <w:rPr>
                <w:rFonts w:asciiTheme="minorHAnsi" w:hAnsiTheme="minorHAnsi" w:cstheme="minorHAnsi"/>
                <w:sz w:val="22"/>
              </w:rPr>
            </w:pPr>
            <w:r>
              <w:rPr>
                <w:rFonts w:asciiTheme="minorHAnsi" w:hAnsiTheme="minorHAnsi" w:cstheme="minorHAnsi"/>
                <w:sz w:val="22"/>
              </w:rPr>
              <w:t xml:space="preserve">Andrew Hoff, </w:t>
            </w:r>
            <w:r w:rsidR="00C149EC">
              <w:rPr>
                <w:rFonts w:asciiTheme="minorHAnsi" w:hAnsiTheme="minorHAnsi" w:cstheme="minorHAnsi"/>
                <w:sz w:val="22"/>
              </w:rPr>
              <w:t xml:space="preserve">President &amp; </w:t>
            </w:r>
            <w:r>
              <w:rPr>
                <w:rFonts w:asciiTheme="minorHAnsi" w:hAnsiTheme="minorHAnsi" w:cstheme="minorHAnsi"/>
                <w:sz w:val="22"/>
              </w:rPr>
              <w:t>General Manager</w:t>
            </w:r>
          </w:p>
        </w:tc>
      </w:tr>
      <w:tr w:rsidR="00AD6963" w:rsidRPr="00981026" w14:paraId="04C6B049" w14:textId="77777777" w:rsidTr="00A056C2">
        <w:tc>
          <w:tcPr>
            <w:tcW w:w="5008"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42" w:type="dxa"/>
          </w:tcPr>
          <w:p w14:paraId="41AAC1F0" w14:textId="77777777" w:rsidR="00AD6963" w:rsidRPr="00981026" w:rsidRDefault="00AD6963" w:rsidP="00AD6963">
            <w:pPr>
              <w:rPr>
                <w:rFonts w:asciiTheme="minorHAnsi" w:hAnsiTheme="minorHAnsi" w:cstheme="minorHAnsi"/>
                <w:sz w:val="22"/>
              </w:rPr>
            </w:pPr>
          </w:p>
        </w:tc>
        <w:tc>
          <w:tcPr>
            <w:tcW w:w="5242"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68CAE89A" w:rsidR="00FE280A" w:rsidRPr="00981026" w:rsidRDefault="00A056C2" w:rsidP="00F817B9">
      <w:pPr>
        <w:ind w:left="360"/>
        <w:jc w:val="center"/>
        <w:rPr>
          <w:rFonts w:asciiTheme="minorHAnsi" w:hAnsiTheme="minorHAnsi" w:cstheme="minorHAnsi"/>
          <w:sz w:val="22"/>
        </w:rPr>
      </w:pPr>
      <w:r>
        <w:rPr>
          <w:rFonts w:asciiTheme="minorHAnsi" w:hAnsiTheme="minorHAnsi" w:cstheme="minorHAnsi"/>
          <w:b/>
          <w:sz w:val="22"/>
        </w:rPr>
        <w:sym w:font="Wingdings" w:char="F078"/>
      </w:r>
      <w:r w:rsidR="00F817B9">
        <w:rPr>
          <w:rFonts w:asciiTheme="minorHAnsi" w:hAnsiTheme="minorHAnsi" w:cstheme="minorHAnsi"/>
          <w:sz w:val="22"/>
        </w:rPr>
        <w:t xml:space="preserve"> </w:t>
      </w:r>
      <w:r w:rsidR="007C6B08" w:rsidRPr="00981026">
        <w:rPr>
          <w:rFonts w:asciiTheme="minorHAnsi" w:hAnsiTheme="minorHAnsi" w:cstheme="minorHAnsi"/>
          <w:sz w:val="22"/>
        </w:rPr>
        <w:t xml:space="preserve">Please check if additional forms are attached.    </w:t>
      </w:r>
    </w:p>
    <w:p w14:paraId="352D8C56" w14:textId="6A307FB5"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Page ____</w:t>
      </w:r>
      <w:r w:rsidR="001412B8">
        <w:rPr>
          <w:rFonts w:asciiTheme="minorHAnsi" w:hAnsiTheme="minorHAnsi" w:cstheme="minorHAnsi"/>
          <w:sz w:val="22"/>
          <w:u w:val="single"/>
        </w:rPr>
        <w:t>1</w:t>
      </w:r>
      <w:r w:rsidRPr="00981026">
        <w:rPr>
          <w:rFonts w:asciiTheme="minorHAnsi" w:hAnsiTheme="minorHAnsi" w:cstheme="minorHAnsi"/>
          <w:sz w:val="22"/>
        </w:rPr>
        <w:t xml:space="preserve">____ </w:t>
      </w:r>
      <w:r w:rsidR="007C6B08" w:rsidRPr="00981026">
        <w:rPr>
          <w:rFonts w:asciiTheme="minorHAnsi" w:hAnsiTheme="minorHAnsi" w:cstheme="minorHAnsi"/>
          <w:sz w:val="22"/>
        </w:rPr>
        <w:t>of _____</w:t>
      </w:r>
      <w:r w:rsidR="00E83518">
        <w:rPr>
          <w:rFonts w:asciiTheme="minorHAnsi" w:hAnsiTheme="minorHAnsi" w:cstheme="minorHAnsi"/>
          <w:sz w:val="22"/>
          <w:u w:val="single"/>
        </w:rPr>
        <w:t>2</w:t>
      </w:r>
      <w:r w:rsidR="007C6B08" w:rsidRPr="00981026">
        <w:rPr>
          <w:rFonts w:asciiTheme="minorHAnsi" w:hAnsiTheme="minorHAnsi" w:cstheme="minorHAnsi"/>
          <w:sz w:val="22"/>
        </w:rPr>
        <w:t>_____</w:t>
      </w:r>
    </w:p>
    <w:p w14:paraId="7AA95E70" w14:textId="77777777" w:rsidR="003D6AE2" w:rsidRDefault="003D6AE2" w:rsidP="006C5765">
      <w:pPr>
        <w:ind w:left="360"/>
        <w:jc w:val="center"/>
        <w:rPr>
          <w:rFonts w:asciiTheme="minorHAnsi" w:hAnsiTheme="minorHAnsi" w:cstheme="minorHAnsi"/>
          <w:b/>
        </w:rPr>
      </w:pPr>
    </w:p>
    <w:p w14:paraId="57D6172B" w14:textId="6D6C9A8D" w:rsidR="006F1C55" w:rsidRDefault="0056743B" w:rsidP="00F70678">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r w:rsidR="006F1C55">
        <w:rPr>
          <w:rFonts w:asciiTheme="minorHAnsi" w:hAnsiTheme="minorHAnsi" w:cstheme="minorHAnsi"/>
          <w:b/>
        </w:rPr>
        <w:br w:type="page"/>
      </w:r>
    </w:p>
    <w:p w14:paraId="4A9DB226" w14:textId="0565C4F8" w:rsidR="006F1C55" w:rsidRPr="00981026" w:rsidRDefault="006F1C55" w:rsidP="006F1C55">
      <w:pPr>
        <w:jc w:val="center"/>
        <w:rPr>
          <w:rFonts w:asciiTheme="minorHAnsi" w:hAnsiTheme="minorHAnsi" w:cstheme="minorHAnsi"/>
          <w:b/>
        </w:rPr>
      </w:pPr>
      <w:r w:rsidRPr="00981026">
        <w:rPr>
          <w:rFonts w:asciiTheme="minorHAnsi" w:hAnsiTheme="minorHAnsi" w:cstheme="minorHAnsi"/>
          <w:b/>
        </w:rPr>
        <w:t>STATE OF INDIANA MBE/WBE SUBCONTRACTOR COMMITMENT FORM</w:t>
      </w:r>
    </w:p>
    <w:p w14:paraId="1EC82670" w14:textId="77777777" w:rsidR="006F1C55" w:rsidRPr="00981026" w:rsidRDefault="006F1C55" w:rsidP="006F1C55">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6F1C55" w:rsidRPr="00981026" w14:paraId="1DE6849F" w14:textId="77777777">
        <w:tc>
          <w:tcPr>
            <w:tcW w:w="10800" w:type="dxa"/>
            <w:tcBorders>
              <w:bottom w:val="single" w:sz="4" w:space="0" w:color="auto"/>
            </w:tcBorders>
          </w:tcPr>
          <w:p w14:paraId="7F7746DD"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RFP#: </w:t>
            </w:r>
            <w:r w:rsidRPr="00C8758F">
              <w:rPr>
                <w:rFonts w:asciiTheme="minorHAnsi" w:hAnsiTheme="minorHAnsi" w:cstheme="minorHAnsi"/>
                <w:b/>
                <w:sz w:val="22"/>
              </w:rPr>
              <w:t>23-7</w:t>
            </w:r>
            <w:r>
              <w:rPr>
                <w:rFonts w:asciiTheme="minorHAnsi" w:hAnsiTheme="minorHAnsi" w:cstheme="minorHAnsi"/>
                <w:b/>
                <w:sz w:val="22"/>
              </w:rPr>
              <w:t>4658</w:t>
            </w:r>
          </w:p>
        </w:tc>
      </w:tr>
      <w:tr w:rsidR="006F1C55" w:rsidRPr="00981026" w14:paraId="0CF8753E" w14:textId="77777777">
        <w:tc>
          <w:tcPr>
            <w:tcW w:w="10800" w:type="dxa"/>
            <w:tcBorders>
              <w:top w:val="single" w:sz="4" w:space="0" w:color="auto"/>
            </w:tcBorders>
          </w:tcPr>
          <w:p w14:paraId="2F7A96D0" w14:textId="77777777" w:rsidR="006F1C55" w:rsidRPr="00981026" w:rsidRDefault="006F1C55">
            <w:pPr>
              <w:rPr>
                <w:rFonts w:asciiTheme="minorHAnsi" w:hAnsiTheme="minorHAnsi" w:cstheme="minorHAnsi"/>
                <w:b/>
                <w:sz w:val="22"/>
              </w:rPr>
            </w:pPr>
          </w:p>
        </w:tc>
      </w:tr>
      <w:tr w:rsidR="006F1C55" w:rsidRPr="00981026" w14:paraId="20D39669" w14:textId="77777777">
        <w:tc>
          <w:tcPr>
            <w:tcW w:w="10800" w:type="dxa"/>
            <w:tcBorders>
              <w:bottom w:val="single" w:sz="4" w:space="0" w:color="auto"/>
            </w:tcBorders>
          </w:tcPr>
          <w:p w14:paraId="32B69089" w14:textId="5EBC0ADA" w:rsidR="006F1C55" w:rsidRPr="00981026" w:rsidRDefault="006F1C55">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3A5602">
              <w:rPr>
                <w:rFonts w:asciiTheme="minorHAnsi" w:hAnsiTheme="minorHAnsi" w:cstheme="minorHAnsi"/>
                <w:b/>
                <w:sz w:val="22"/>
              </w:rPr>
              <w:t xml:space="preserve"> </w:t>
            </w:r>
            <w:r w:rsidR="003A5602" w:rsidRPr="003971FF">
              <w:rPr>
                <w:rFonts w:asciiTheme="minorHAnsi" w:hAnsiTheme="minorHAnsi" w:cstheme="minorHAnsi"/>
                <w:b/>
                <w:sz w:val="22"/>
              </w:rPr>
              <w:t>$22,800,767.00</w:t>
            </w:r>
          </w:p>
        </w:tc>
      </w:tr>
    </w:tbl>
    <w:p w14:paraId="703E0E49" w14:textId="77777777" w:rsidR="006F1C55" w:rsidRPr="00981026" w:rsidRDefault="006F1C55" w:rsidP="006F1C5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8"/>
        <w:gridCol w:w="2672"/>
        <w:gridCol w:w="2667"/>
      </w:tblGrid>
      <w:tr w:rsidR="006F1C55" w:rsidRPr="00981026" w14:paraId="3F59E72C" w14:textId="77777777">
        <w:tc>
          <w:tcPr>
            <w:tcW w:w="5160" w:type="dxa"/>
          </w:tcPr>
          <w:p w14:paraId="17B7060D" w14:textId="723027B0" w:rsidR="006F1C55" w:rsidRPr="00981026" w:rsidRDefault="009F726D">
            <w:pPr>
              <w:rPr>
                <w:rFonts w:asciiTheme="minorHAnsi" w:hAnsiTheme="minorHAnsi" w:cstheme="minorHAnsi"/>
                <w:b/>
                <w:sz w:val="22"/>
              </w:rPr>
            </w:pPr>
            <w:r w:rsidRPr="00981026">
              <w:rPr>
                <w:rFonts w:asciiTheme="minorHAnsi" w:hAnsiTheme="minorHAnsi" w:cstheme="minorHAnsi"/>
                <w:b/>
                <w:sz w:val="22"/>
              </w:rPr>
              <w:sym w:font="Wingdings" w:char="F072"/>
            </w:r>
            <w:r w:rsidR="006F1C55" w:rsidRPr="00981026">
              <w:rPr>
                <w:rFonts w:asciiTheme="minorHAnsi" w:hAnsiTheme="minorHAnsi" w:cstheme="minorHAnsi"/>
                <w:b/>
                <w:sz w:val="22"/>
              </w:rPr>
              <w:t xml:space="preserve">  MBE Firm              </w:t>
            </w:r>
            <w:r w:rsidR="007542E2">
              <w:rPr>
                <w:rFonts w:asciiTheme="minorHAnsi" w:hAnsiTheme="minorHAnsi" w:cstheme="minorHAnsi"/>
                <w:b/>
                <w:sz w:val="22"/>
              </w:rPr>
              <w:sym w:font="Wingdings" w:char="F078"/>
            </w:r>
            <w:r w:rsidR="006F1C55" w:rsidRPr="00981026">
              <w:rPr>
                <w:rFonts w:asciiTheme="minorHAnsi" w:hAnsiTheme="minorHAnsi" w:cstheme="minorHAnsi"/>
                <w:b/>
                <w:sz w:val="22"/>
              </w:rPr>
              <w:t xml:space="preserve">  WBE Firm</w:t>
            </w:r>
          </w:p>
        </w:tc>
        <w:tc>
          <w:tcPr>
            <w:tcW w:w="360" w:type="dxa"/>
            <w:tcBorders>
              <w:bottom w:val="nil"/>
            </w:tcBorders>
          </w:tcPr>
          <w:p w14:paraId="636FDA31" w14:textId="77777777" w:rsidR="006F1C55" w:rsidRPr="00981026" w:rsidRDefault="006F1C55">
            <w:pPr>
              <w:rPr>
                <w:rFonts w:asciiTheme="minorHAnsi" w:hAnsiTheme="minorHAnsi" w:cstheme="minorHAnsi"/>
                <w:b/>
                <w:sz w:val="22"/>
              </w:rPr>
            </w:pPr>
          </w:p>
        </w:tc>
        <w:tc>
          <w:tcPr>
            <w:tcW w:w="5388" w:type="dxa"/>
            <w:gridSpan w:val="2"/>
          </w:tcPr>
          <w:p w14:paraId="55126FDA" w14:textId="77777777" w:rsidR="006F1C55" w:rsidRPr="00981026" w:rsidRDefault="006F1C55">
            <w:pPr>
              <w:rPr>
                <w:rFonts w:asciiTheme="minorHAnsi" w:hAnsiTheme="minorHAnsi" w:cstheme="minorHAnsi"/>
                <w:b/>
                <w:sz w:val="22"/>
              </w:rPr>
            </w:pPr>
          </w:p>
        </w:tc>
      </w:tr>
      <w:tr w:rsidR="006F1C55" w:rsidRPr="00981026" w14:paraId="17261D75" w14:textId="77777777">
        <w:tc>
          <w:tcPr>
            <w:tcW w:w="5160" w:type="dxa"/>
            <w:vMerge w:val="restart"/>
          </w:tcPr>
          <w:p w14:paraId="770648D1" w14:textId="35BE548C" w:rsidR="006F1C55" w:rsidRPr="00C76691" w:rsidRDefault="006F1C55">
            <w:pPr>
              <w:rPr>
                <w:rFonts w:asciiTheme="minorHAnsi" w:hAnsiTheme="minorHAnsi" w:cstheme="minorHAnsi"/>
                <w:bCs/>
                <w:sz w:val="22"/>
              </w:rPr>
            </w:pPr>
            <w:r w:rsidRPr="00981026">
              <w:rPr>
                <w:rFonts w:asciiTheme="minorHAnsi" w:hAnsiTheme="minorHAnsi" w:cstheme="minorHAnsi"/>
                <w:b/>
                <w:sz w:val="22"/>
              </w:rPr>
              <w:t xml:space="preserve">Company Name:  </w:t>
            </w:r>
            <w:r w:rsidR="004D6743">
              <w:rPr>
                <w:rFonts w:asciiTheme="minorHAnsi" w:hAnsiTheme="minorHAnsi" w:cstheme="minorHAnsi"/>
                <w:bCs/>
                <w:sz w:val="22"/>
              </w:rPr>
              <w:t>DSN</w:t>
            </w:r>
          </w:p>
        </w:tc>
        <w:tc>
          <w:tcPr>
            <w:tcW w:w="360" w:type="dxa"/>
            <w:tcBorders>
              <w:bottom w:val="nil"/>
            </w:tcBorders>
          </w:tcPr>
          <w:p w14:paraId="47245EDB" w14:textId="77777777" w:rsidR="006F1C55" w:rsidRPr="00981026" w:rsidRDefault="006F1C55">
            <w:pPr>
              <w:rPr>
                <w:rFonts w:asciiTheme="minorHAnsi" w:hAnsiTheme="minorHAnsi" w:cstheme="minorHAnsi"/>
                <w:b/>
                <w:sz w:val="22"/>
              </w:rPr>
            </w:pPr>
          </w:p>
        </w:tc>
        <w:tc>
          <w:tcPr>
            <w:tcW w:w="5388" w:type="dxa"/>
            <w:gridSpan w:val="2"/>
            <w:vMerge w:val="restart"/>
          </w:tcPr>
          <w:p w14:paraId="5957C4CF" w14:textId="217F54F0" w:rsidR="006F1C55" w:rsidRPr="00981026" w:rsidRDefault="006F1C55">
            <w:pPr>
              <w:rPr>
                <w:rFonts w:asciiTheme="minorHAnsi" w:hAnsiTheme="minorHAnsi" w:cstheme="minorHAnsi"/>
                <w:b/>
                <w:sz w:val="22"/>
              </w:rPr>
            </w:pPr>
            <w:r w:rsidRPr="00981026">
              <w:rPr>
                <w:rFonts w:asciiTheme="minorHAnsi" w:hAnsiTheme="minorHAnsi" w:cstheme="minorHAnsi"/>
                <w:b/>
                <w:sz w:val="22"/>
              </w:rPr>
              <w:t>Contact Person:</w:t>
            </w:r>
            <w:r w:rsidR="00004631">
              <w:rPr>
                <w:rFonts w:asciiTheme="minorHAnsi" w:hAnsiTheme="minorHAnsi" w:cstheme="minorHAnsi"/>
                <w:b/>
                <w:sz w:val="22"/>
              </w:rPr>
              <w:t xml:space="preserve"> </w:t>
            </w:r>
            <w:r w:rsidR="00004631" w:rsidRPr="00D77A67">
              <w:rPr>
                <w:rFonts w:asciiTheme="minorHAnsi" w:hAnsiTheme="minorHAnsi" w:cstheme="minorHAnsi"/>
                <w:bCs/>
                <w:sz w:val="22"/>
              </w:rPr>
              <w:t>Na</w:t>
            </w:r>
            <w:r w:rsidR="00D77A67" w:rsidRPr="00D77A67">
              <w:rPr>
                <w:rFonts w:asciiTheme="minorHAnsi" w:hAnsiTheme="minorHAnsi" w:cstheme="minorHAnsi"/>
                <w:bCs/>
                <w:sz w:val="22"/>
              </w:rPr>
              <w:t>bil Refai</w:t>
            </w:r>
          </w:p>
        </w:tc>
      </w:tr>
      <w:tr w:rsidR="006F1C55" w:rsidRPr="00981026" w14:paraId="47A7D027" w14:textId="77777777">
        <w:tc>
          <w:tcPr>
            <w:tcW w:w="5160" w:type="dxa"/>
            <w:vMerge/>
          </w:tcPr>
          <w:p w14:paraId="2C44C654"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65796087" w14:textId="77777777" w:rsidR="006F1C55" w:rsidRPr="00981026" w:rsidRDefault="006F1C55">
            <w:pPr>
              <w:rPr>
                <w:rFonts w:asciiTheme="minorHAnsi" w:hAnsiTheme="minorHAnsi" w:cstheme="minorHAnsi"/>
                <w:b/>
                <w:sz w:val="22"/>
              </w:rPr>
            </w:pPr>
          </w:p>
        </w:tc>
        <w:tc>
          <w:tcPr>
            <w:tcW w:w="5388" w:type="dxa"/>
            <w:gridSpan w:val="2"/>
            <w:vMerge/>
          </w:tcPr>
          <w:p w14:paraId="7C78F6FA" w14:textId="77777777" w:rsidR="006F1C55" w:rsidRPr="00981026" w:rsidRDefault="006F1C55">
            <w:pPr>
              <w:rPr>
                <w:rFonts w:asciiTheme="minorHAnsi" w:hAnsiTheme="minorHAnsi" w:cstheme="minorHAnsi"/>
                <w:b/>
                <w:sz w:val="22"/>
              </w:rPr>
            </w:pPr>
          </w:p>
        </w:tc>
      </w:tr>
      <w:tr w:rsidR="006F1C55" w:rsidRPr="00981026" w14:paraId="32909405" w14:textId="77777777">
        <w:tc>
          <w:tcPr>
            <w:tcW w:w="5160" w:type="dxa"/>
            <w:vMerge w:val="restart"/>
            <w:shd w:val="clear" w:color="auto" w:fill="auto"/>
          </w:tcPr>
          <w:p w14:paraId="0BE94169" w14:textId="62D432C1" w:rsidR="006F1C55" w:rsidRPr="00981026" w:rsidRDefault="006F1C55">
            <w:pPr>
              <w:rPr>
                <w:rFonts w:asciiTheme="minorHAnsi" w:hAnsiTheme="minorHAnsi" w:cstheme="minorHAnsi"/>
                <w:b/>
                <w:sz w:val="22"/>
              </w:rPr>
            </w:pPr>
            <w:r w:rsidRPr="00981026">
              <w:rPr>
                <w:rFonts w:asciiTheme="minorHAnsi" w:hAnsiTheme="minorHAnsi" w:cstheme="minorHAnsi"/>
                <w:b/>
                <w:sz w:val="22"/>
              </w:rPr>
              <w:t>Address:</w:t>
            </w:r>
            <w:r w:rsidR="00586985">
              <w:rPr>
                <w:rFonts w:asciiTheme="minorHAnsi" w:hAnsiTheme="minorHAnsi" w:cstheme="minorHAnsi"/>
                <w:b/>
                <w:sz w:val="22"/>
              </w:rPr>
              <w:t xml:space="preserve"> </w:t>
            </w:r>
            <w:r w:rsidR="00D77A67">
              <w:rPr>
                <w:rFonts w:asciiTheme="minorHAnsi" w:hAnsiTheme="minorHAnsi" w:cstheme="minorHAnsi"/>
                <w:b/>
                <w:sz w:val="22"/>
              </w:rPr>
              <w:br/>
            </w:r>
            <w:r w:rsidR="00586985" w:rsidRPr="00D77A67">
              <w:rPr>
                <w:rFonts w:asciiTheme="minorHAnsi" w:hAnsiTheme="minorHAnsi" w:cstheme="minorHAnsi"/>
                <w:sz w:val="22"/>
              </w:rPr>
              <w:t>2760</w:t>
            </w:r>
            <w:r w:rsidR="00945009" w:rsidRPr="00D77A67">
              <w:rPr>
                <w:rFonts w:asciiTheme="minorHAnsi" w:hAnsiTheme="minorHAnsi" w:cstheme="minorHAnsi"/>
                <w:sz w:val="22"/>
              </w:rPr>
              <w:t xml:space="preserve"> Forgue Drive</w:t>
            </w:r>
            <w:r w:rsidR="00004631" w:rsidRPr="00D77A67">
              <w:rPr>
                <w:rFonts w:asciiTheme="minorHAnsi" w:hAnsiTheme="minorHAnsi" w:cstheme="minorHAnsi"/>
                <w:sz w:val="22"/>
              </w:rPr>
              <w:br/>
              <w:t>Suite 100</w:t>
            </w:r>
            <w:r w:rsidR="00004631" w:rsidRPr="00D77A67">
              <w:rPr>
                <w:rFonts w:asciiTheme="minorHAnsi" w:hAnsiTheme="minorHAnsi" w:cstheme="minorHAnsi"/>
                <w:sz w:val="22"/>
              </w:rPr>
              <w:br/>
              <w:t>Naperville, IL 60564</w:t>
            </w:r>
          </w:p>
        </w:tc>
        <w:tc>
          <w:tcPr>
            <w:tcW w:w="360" w:type="dxa"/>
            <w:tcBorders>
              <w:top w:val="nil"/>
              <w:bottom w:val="nil"/>
            </w:tcBorders>
          </w:tcPr>
          <w:p w14:paraId="0E7F1970" w14:textId="77777777" w:rsidR="006F1C55" w:rsidRPr="00981026" w:rsidRDefault="006F1C55">
            <w:pPr>
              <w:rPr>
                <w:rFonts w:asciiTheme="minorHAnsi" w:hAnsiTheme="minorHAnsi" w:cstheme="minorHAnsi"/>
                <w:b/>
                <w:sz w:val="22"/>
              </w:rPr>
            </w:pPr>
          </w:p>
        </w:tc>
        <w:tc>
          <w:tcPr>
            <w:tcW w:w="5388" w:type="dxa"/>
            <w:gridSpan w:val="2"/>
            <w:vMerge w:val="restart"/>
          </w:tcPr>
          <w:p w14:paraId="3CFF8B52" w14:textId="112F9EC2" w:rsidR="006F1C55" w:rsidRPr="00F0604D" w:rsidRDefault="006F1C55">
            <w:pPr>
              <w:rPr>
                <w:rFonts w:asciiTheme="minorHAnsi" w:hAnsiTheme="minorHAnsi" w:cstheme="minorHAnsi"/>
                <w:sz w:val="22"/>
              </w:rPr>
            </w:pPr>
            <w:r w:rsidRPr="00981026">
              <w:rPr>
                <w:rFonts w:asciiTheme="minorHAnsi" w:hAnsiTheme="minorHAnsi" w:cstheme="minorHAnsi"/>
                <w:b/>
                <w:sz w:val="22"/>
              </w:rPr>
              <w:t>E-mail:</w:t>
            </w:r>
            <w:r w:rsidR="00C00CFE">
              <w:rPr>
                <w:rFonts w:asciiTheme="minorHAnsi" w:hAnsiTheme="minorHAnsi" w:cstheme="minorHAnsi"/>
                <w:b/>
                <w:sz w:val="22"/>
              </w:rPr>
              <w:t xml:space="preserve"> </w:t>
            </w:r>
            <w:r w:rsidR="00F0604D" w:rsidRPr="00F0604D">
              <w:rPr>
                <w:rFonts w:asciiTheme="minorHAnsi" w:hAnsiTheme="minorHAnsi" w:cstheme="minorHAnsi"/>
                <w:bCs/>
                <w:sz w:val="22"/>
              </w:rPr>
              <w:t>nabil@dsnworldwide.com</w:t>
            </w:r>
          </w:p>
        </w:tc>
      </w:tr>
      <w:tr w:rsidR="006F1C55" w:rsidRPr="00981026" w14:paraId="49F98DED" w14:textId="77777777">
        <w:tc>
          <w:tcPr>
            <w:tcW w:w="5160" w:type="dxa"/>
            <w:vMerge/>
            <w:shd w:val="clear" w:color="auto" w:fill="auto"/>
          </w:tcPr>
          <w:p w14:paraId="6F8B4560"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4CF1719B" w14:textId="77777777" w:rsidR="006F1C55" w:rsidRPr="00981026" w:rsidRDefault="006F1C55">
            <w:pPr>
              <w:rPr>
                <w:rFonts w:asciiTheme="minorHAnsi" w:hAnsiTheme="minorHAnsi" w:cstheme="minorHAnsi"/>
                <w:b/>
                <w:sz w:val="22"/>
              </w:rPr>
            </w:pPr>
          </w:p>
        </w:tc>
        <w:tc>
          <w:tcPr>
            <w:tcW w:w="5388" w:type="dxa"/>
            <w:gridSpan w:val="2"/>
            <w:vMerge/>
          </w:tcPr>
          <w:p w14:paraId="65A0195A" w14:textId="77777777" w:rsidR="006F1C55" w:rsidRPr="00981026" w:rsidRDefault="006F1C55">
            <w:pPr>
              <w:rPr>
                <w:rFonts w:asciiTheme="minorHAnsi" w:hAnsiTheme="minorHAnsi" w:cstheme="minorHAnsi"/>
                <w:b/>
                <w:sz w:val="22"/>
              </w:rPr>
            </w:pPr>
          </w:p>
        </w:tc>
      </w:tr>
      <w:tr w:rsidR="006F1C55" w:rsidRPr="00981026" w14:paraId="2E30525A" w14:textId="77777777">
        <w:tc>
          <w:tcPr>
            <w:tcW w:w="5160" w:type="dxa"/>
            <w:vMerge/>
            <w:shd w:val="clear" w:color="auto" w:fill="auto"/>
          </w:tcPr>
          <w:p w14:paraId="05C69D16"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2F84FC42" w14:textId="77777777" w:rsidR="006F1C55" w:rsidRPr="00981026" w:rsidRDefault="006F1C55">
            <w:pPr>
              <w:rPr>
                <w:rFonts w:asciiTheme="minorHAnsi" w:hAnsiTheme="minorHAnsi" w:cstheme="minorHAnsi"/>
                <w:b/>
                <w:sz w:val="22"/>
              </w:rPr>
            </w:pPr>
          </w:p>
        </w:tc>
        <w:tc>
          <w:tcPr>
            <w:tcW w:w="2694" w:type="dxa"/>
            <w:vMerge w:val="restart"/>
          </w:tcPr>
          <w:p w14:paraId="1BCE2A59"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Telephone Number:  </w:t>
            </w:r>
          </w:p>
          <w:p w14:paraId="4F3B5EEA" w14:textId="26B0AC71" w:rsidR="006F1C55" w:rsidRPr="00D77A67" w:rsidRDefault="006F1C55">
            <w:pPr>
              <w:rPr>
                <w:rFonts w:asciiTheme="minorHAnsi" w:hAnsiTheme="minorHAnsi" w:cstheme="minorHAnsi"/>
                <w:sz w:val="22"/>
              </w:rPr>
            </w:pPr>
            <w:r w:rsidRPr="00D77A67">
              <w:rPr>
                <w:rFonts w:asciiTheme="minorHAnsi" w:hAnsiTheme="minorHAnsi" w:cstheme="minorHAnsi"/>
                <w:bCs/>
                <w:sz w:val="22"/>
              </w:rPr>
              <w:t xml:space="preserve"> (</w:t>
            </w:r>
            <w:r w:rsidR="00D77A67" w:rsidRPr="00D77A67">
              <w:rPr>
                <w:rFonts w:asciiTheme="minorHAnsi" w:hAnsiTheme="minorHAnsi" w:cstheme="minorHAnsi"/>
                <w:bCs/>
                <w:sz w:val="22"/>
              </w:rPr>
              <w:t>844</w:t>
            </w:r>
            <w:r w:rsidRPr="00D77A67">
              <w:rPr>
                <w:rFonts w:asciiTheme="minorHAnsi" w:hAnsiTheme="minorHAnsi" w:cstheme="minorHAnsi"/>
                <w:bCs/>
                <w:sz w:val="22"/>
              </w:rPr>
              <w:t>)</w:t>
            </w:r>
            <w:r w:rsidR="00D77A67" w:rsidRPr="00D77A67">
              <w:rPr>
                <w:rFonts w:asciiTheme="minorHAnsi" w:hAnsiTheme="minorHAnsi" w:cstheme="minorHAnsi"/>
                <w:bCs/>
                <w:sz w:val="22"/>
              </w:rPr>
              <w:t xml:space="preserve"> 983-3444</w:t>
            </w:r>
          </w:p>
        </w:tc>
        <w:tc>
          <w:tcPr>
            <w:tcW w:w="2694" w:type="dxa"/>
            <w:vMerge w:val="restart"/>
          </w:tcPr>
          <w:p w14:paraId="33B514E5"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Fax Number:</w:t>
            </w:r>
          </w:p>
          <w:p w14:paraId="44EF5F85" w14:textId="758B6E3F" w:rsidR="006F1C55" w:rsidRPr="00AC5F39" w:rsidRDefault="006F1C55">
            <w:pPr>
              <w:rPr>
                <w:rFonts w:asciiTheme="minorHAnsi" w:hAnsiTheme="minorHAnsi" w:cstheme="minorHAnsi"/>
                <w:sz w:val="22"/>
              </w:rPr>
            </w:pPr>
            <w:r w:rsidRPr="00AC5F39">
              <w:rPr>
                <w:rFonts w:asciiTheme="minorHAnsi" w:hAnsiTheme="minorHAnsi" w:cstheme="minorHAnsi"/>
                <w:bCs/>
                <w:sz w:val="22"/>
              </w:rPr>
              <w:t>(</w:t>
            </w:r>
            <w:r w:rsidR="00AC5F39" w:rsidRPr="00AC5F39">
              <w:rPr>
                <w:rFonts w:asciiTheme="minorHAnsi" w:hAnsiTheme="minorHAnsi" w:cstheme="minorHAnsi"/>
                <w:bCs/>
                <w:sz w:val="22"/>
              </w:rPr>
              <w:t>630</w:t>
            </w:r>
            <w:r w:rsidRPr="00AC5F39">
              <w:rPr>
                <w:rFonts w:asciiTheme="minorHAnsi" w:hAnsiTheme="minorHAnsi" w:cstheme="minorHAnsi"/>
                <w:bCs/>
                <w:sz w:val="22"/>
              </w:rPr>
              <w:t>)</w:t>
            </w:r>
            <w:r w:rsidR="00AC5F39" w:rsidRPr="00AC5F39">
              <w:rPr>
                <w:rFonts w:asciiTheme="minorHAnsi" w:hAnsiTheme="minorHAnsi" w:cstheme="minorHAnsi"/>
                <w:bCs/>
                <w:sz w:val="22"/>
              </w:rPr>
              <w:t xml:space="preserve"> 983-3041</w:t>
            </w:r>
          </w:p>
        </w:tc>
      </w:tr>
      <w:tr w:rsidR="006F1C55" w:rsidRPr="00981026" w14:paraId="7ACC000D" w14:textId="77777777">
        <w:tc>
          <w:tcPr>
            <w:tcW w:w="5160" w:type="dxa"/>
            <w:vMerge/>
            <w:shd w:val="clear" w:color="auto" w:fill="auto"/>
          </w:tcPr>
          <w:p w14:paraId="0ED402CB"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767BCCC8" w14:textId="77777777" w:rsidR="006F1C55" w:rsidRPr="00981026" w:rsidRDefault="006F1C55">
            <w:pPr>
              <w:rPr>
                <w:rFonts w:asciiTheme="minorHAnsi" w:hAnsiTheme="minorHAnsi" w:cstheme="minorHAnsi"/>
                <w:b/>
                <w:sz w:val="22"/>
              </w:rPr>
            </w:pPr>
          </w:p>
        </w:tc>
        <w:tc>
          <w:tcPr>
            <w:tcW w:w="2694" w:type="dxa"/>
            <w:vMerge/>
          </w:tcPr>
          <w:p w14:paraId="066C06DA" w14:textId="77777777" w:rsidR="006F1C55" w:rsidRPr="00981026" w:rsidRDefault="006F1C55">
            <w:pPr>
              <w:rPr>
                <w:rFonts w:asciiTheme="minorHAnsi" w:hAnsiTheme="minorHAnsi" w:cstheme="minorHAnsi"/>
                <w:b/>
                <w:sz w:val="22"/>
              </w:rPr>
            </w:pPr>
          </w:p>
        </w:tc>
        <w:tc>
          <w:tcPr>
            <w:tcW w:w="2694" w:type="dxa"/>
            <w:vMerge/>
          </w:tcPr>
          <w:p w14:paraId="794F85C6" w14:textId="77777777" w:rsidR="006F1C55" w:rsidRPr="00981026" w:rsidRDefault="006F1C55">
            <w:pPr>
              <w:rPr>
                <w:rFonts w:asciiTheme="minorHAnsi" w:hAnsiTheme="minorHAnsi" w:cstheme="minorHAnsi"/>
                <w:b/>
                <w:sz w:val="22"/>
              </w:rPr>
            </w:pPr>
          </w:p>
        </w:tc>
      </w:tr>
      <w:tr w:rsidR="006F1C55" w:rsidRPr="00981026" w14:paraId="19BC1EC5" w14:textId="77777777">
        <w:tc>
          <w:tcPr>
            <w:tcW w:w="5160" w:type="dxa"/>
          </w:tcPr>
          <w:p w14:paraId="7F2AEE20" w14:textId="2F5C2912" w:rsidR="006F1C55" w:rsidRPr="00D77A67" w:rsidRDefault="006F1C55">
            <w:pPr>
              <w:rPr>
                <w:rFonts w:asciiTheme="minorHAnsi" w:hAnsiTheme="minorHAnsi" w:cstheme="minorHAnsi"/>
                <w:sz w:val="22"/>
              </w:rPr>
            </w:pPr>
            <w:r w:rsidRPr="00981026">
              <w:rPr>
                <w:rFonts w:asciiTheme="minorHAnsi" w:hAnsiTheme="minorHAnsi" w:cstheme="minorHAnsi"/>
                <w:b/>
                <w:sz w:val="22"/>
              </w:rPr>
              <w:t>Sub-Contract Amount:</w:t>
            </w:r>
            <w:r w:rsidR="00D77A67">
              <w:rPr>
                <w:rFonts w:asciiTheme="minorHAnsi" w:hAnsiTheme="minorHAnsi" w:cstheme="minorHAnsi"/>
                <w:b/>
                <w:sz w:val="22"/>
              </w:rPr>
              <w:t xml:space="preserve"> </w:t>
            </w:r>
            <w:r w:rsidR="009B1D19" w:rsidRPr="009B1D19">
              <w:rPr>
                <w:rFonts w:asciiTheme="minorHAnsi" w:hAnsiTheme="minorHAnsi" w:cstheme="minorHAnsi"/>
                <w:bCs/>
                <w:sz w:val="22"/>
              </w:rPr>
              <w:t>$</w:t>
            </w:r>
            <w:r w:rsidR="009B1D19">
              <w:rPr>
                <w:rFonts w:asciiTheme="minorHAnsi" w:hAnsiTheme="minorHAnsi" w:cstheme="minorHAnsi"/>
                <w:bCs/>
                <w:sz w:val="22"/>
              </w:rPr>
              <w:t>684,023.01</w:t>
            </w:r>
          </w:p>
          <w:p w14:paraId="2CFE481F" w14:textId="77777777" w:rsidR="006F1C55" w:rsidRPr="00981026" w:rsidRDefault="006F1C55">
            <w:pPr>
              <w:rPr>
                <w:rFonts w:asciiTheme="minorHAnsi" w:hAnsiTheme="minorHAnsi" w:cstheme="minorHAnsi"/>
                <w:b/>
                <w:sz w:val="22"/>
              </w:rPr>
            </w:pPr>
          </w:p>
          <w:p w14:paraId="3221A8E6" w14:textId="78A77464" w:rsidR="006F1C55" w:rsidRPr="00C00CFE"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sz w:val="22"/>
              </w:rPr>
            </w:pPr>
            <w:r w:rsidRPr="00981026">
              <w:rPr>
                <w:rFonts w:asciiTheme="minorHAnsi" w:hAnsiTheme="minorHAnsi" w:cstheme="minorHAnsi"/>
                <w:b/>
                <w:sz w:val="22"/>
              </w:rPr>
              <w:t>Sub-Contract Percentage of Total Bid:</w:t>
            </w:r>
            <w:r w:rsidR="009B1D19">
              <w:rPr>
                <w:rFonts w:asciiTheme="minorHAnsi" w:hAnsiTheme="minorHAnsi" w:cstheme="minorHAnsi"/>
                <w:b/>
                <w:sz w:val="22"/>
              </w:rPr>
              <w:t xml:space="preserve"> </w:t>
            </w:r>
            <w:r w:rsidR="00C00CFE">
              <w:rPr>
                <w:rFonts w:asciiTheme="minorHAnsi" w:hAnsiTheme="minorHAnsi" w:cstheme="minorHAnsi"/>
                <w:bCs/>
                <w:sz w:val="22"/>
              </w:rPr>
              <w:t>3%</w:t>
            </w:r>
          </w:p>
          <w:p w14:paraId="50595F03" w14:textId="77777777" w:rsidR="006F1C55" w:rsidRPr="00981026"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0F9EDFAB"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5CF753F9" w14:textId="77777777" w:rsidR="006F1C55" w:rsidRPr="00981026" w:rsidRDefault="006F1C55">
            <w:pPr>
              <w:rPr>
                <w:rFonts w:asciiTheme="minorHAnsi" w:hAnsiTheme="minorHAnsi" w:cstheme="minorHAnsi"/>
                <w:b/>
                <w:sz w:val="22"/>
              </w:rPr>
            </w:pPr>
          </w:p>
        </w:tc>
        <w:tc>
          <w:tcPr>
            <w:tcW w:w="5388" w:type="dxa"/>
            <w:gridSpan w:val="2"/>
          </w:tcPr>
          <w:p w14:paraId="175D61C8"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Describe service/product to be provided and </w:t>
            </w:r>
            <w:r w:rsidRPr="00981026">
              <w:rPr>
                <w:rFonts w:asciiTheme="minorHAnsi" w:hAnsiTheme="minorHAnsi" w:cstheme="minorHAnsi"/>
                <w:b/>
                <w:sz w:val="22"/>
                <w:u w:val="single"/>
              </w:rPr>
              <w:t>how this is a Valuable Scope Contribution of the Contract:</w:t>
            </w:r>
          </w:p>
          <w:p w14:paraId="4297EB2C" w14:textId="77777777" w:rsidR="00CC45FF" w:rsidRDefault="00CC45FF">
            <w:pPr>
              <w:rPr>
                <w:rFonts w:asciiTheme="minorHAnsi" w:hAnsiTheme="minorHAnsi" w:cstheme="minorHAnsi"/>
                <w:sz w:val="22"/>
              </w:rPr>
            </w:pPr>
          </w:p>
          <w:p w14:paraId="7B557D7D" w14:textId="1CB975FA" w:rsidR="006F1C55" w:rsidRPr="00F64C3D" w:rsidRDefault="009235B5">
            <w:pPr>
              <w:rPr>
                <w:rFonts w:asciiTheme="minorHAnsi" w:hAnsiTheme="minorHAnsi" w:cstheme="minorHAnsi"/>
                <w:sz w:val="22"/>
              </w:rPr>
            </w:pPr>
            <w:r w:rsidRPr="009235B5">
              <w:rPr>
                <w:rFonts w:asciiTheme="minorHAnsi" w:hAnsiTheme="minorHAnsi" w:cstheme="minorHAnsi"/>
                <w:sz w:val="22"/>
                <w:szCs w:val="22"/>
              </w:rPr>
              <w:t>IT consulting and staffing services</w:t>
            </w:r>
            <w:r w:rsidR="00CC45FF">
              <w:rPr>
                <w:rFonts w:asciiTheme="minorHAnsi" w:hAnsiTheme="minorHAnsi" w:cstheme="minorHAnsi"/>
                <w:sz w:val="22"/>
                <w:szCs w:val="22"/>
              </w:rPr>
              <w:t xml:space="preserve"> to support API and other development </w:t>
            </w:r>
            <w:r w:rsidR="002317BF">
              <w:rPr>
                <w:rFonts w:asciiTheme="minorHAnsi" w:hAnsiTheme="minorHAnsi" w:cstheme="minorHAnsi"/>
                <w:sz w:val="22"/>
                <w:szCs w:val="22"/>
              </w:rPr>
              <w:t>efforts under the contract.</w:t>
            </w:r>
          </w:p>
        </w:tc>
      </w:tr>
      <w:tr w:rsidR="006F1C55" w:rsidRPr="00981026" w14:paraId="6E140F4B" w14:textId="77777777">
        <w:tc>
          <w:tcPr>
            <w:tcW w:w="10908" w:type="dxa"/>
            <w:gridSpan w:val="4"/>
          </w:tcPr>
          <w:p w14:paraId="60F536DE" w14:textId="38F904E2"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Provide approximate dates when Sub-Contractor will perform on this project:  </w:t>
            </w:r>
            <w:r w:rsidR="005D4D5E" w:rsidRPr="005D4D5E">
              <w:rPr>
                <w:rFonts w:asciiTheme="minorHAnsi" w:hAnsiTheme="minorHAnsi" w:cstheme="minorHAnsi"/>
                <w:bCs/>
                <w:sz w:val="22"/>
              </w:rPr>
              <w:t xml:space="preserve"> Q1 2024</w:t>
            </w:r>
            <w:r w:rsidR="00FF4575">
              <w:rPr>
                <w:rFonts w:asciiTheme="minorHAnsi" w:hAnsiTheme="minorHAnsi" w:cstheme="minorHAnsi"/>
                <w:bCs/>
                <w:sz w:val="22"/>
              </w:rPr>
              <w:t xml:space="preserve"> to Q4 2027</w:t>
            </w:r>
          </w:p>
          <w:p w14:paraId="3A46D18B" w14:textId="77777777" w:rsidR="006F1C55" w:rsidRPr="00981026" w:rsidRDefault="006F1C55">
            <w:pPr>
              <w:rPr>
                <w:rFonts w:asciiTheme="minorHAnsi" w:hAnsiTheme="minorHAnsi" w:cstheme="minorHAnsi"/>
                <w:b/>
                <w:sz w:val="22"/>
              </w:rPr>
            </w:pPr>
          </w:p>
          <w:p w14:paraId="49E194BE" w14:textId="77777777" w:rsidR="006F1C55" w:rsidRPr="00981026" w:rsidRDefault="006F1C55">
            <w:pPr>
              <w:rPr>
                <w:rFonts w:asciiTheme="minorHAnsi" w:hAnsiTheme="minorHAnsi" w:cstheme="minorHAnsi"/>
                <w:b/>
                <w:sz w:val="22"/>
              </w:rPr>
            </w:pPr>
          </w:p>
        </w:tc>
      </w:tr>
    </w:tbl>
    <w:p w14:paraId="129B9B06" w14:textId="77777777" w:rsidR="006F1C55" w:rsidRPr="00981026" w:rsidRDefault="006F1C55" w:rsidP="006F1C5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7"/>
        <w:gridCol w:w="2675"/>
        <w:gridCol w:w="2668"/>
      </w:tblGrid>
      <w:tr w:rsidR="006F1C55" w:rsidRPr="00981026" w14:paraId="20E95642" w14:textId="77777777">
        <w:tc>
          <w:tcPr>
            <w:tcW w:w="5160" w:type="dxa"/>
          </w:tcPr>
          <w:p w14:paraId="7696E282" w14:textId="39A43EBA" w:rsidR="006F1C55" w:rsidRPr="00981026" w:rsidRDefault="006F1B93">
            <w:pPr>
              <w:rPr>
                <w:rFonts w:asciiTheme="minorHAnsi" w:hAnsiTheme="minorHAnsi" w:cstheme="minorHAnsi"/>
                <w:b/>
                <w:sz w:val="22"/>
              </w:rPr>
            </w:pPr>
            <w:r>
              <w:rPr>
                <w:rFonts w:asciiTheme="minorHAnsi" w:hAnsiTheme="minorHAnsi" w:cstheme="minorHAnsi"/>
                <w:b/>
                <w:sz w:val="22"/>
              </w:rPr>
              <w:sym w:font="Wingdings" w:char="F078"/>
            </w:r>
            <w:r w:rsidR="006F1C55" w:rsidRPr="00981026">
              <w:rPr>
                <w:rFonts w:asciiTheme="minorHAnsi" w:hAnsiTheme="minorHAnsi" w:cstheme="minorHAnsi"/>
                <w:b/>
                <w:sz w:val="22"/>
              </w:rPr>
              <w:t xml:space="preserve">  MBE Firm              </w:t>
            </w:r>
            <w:r w:rsidR="009F726D" w:rsidRPr="00981026">
              <w:rPr>
                <w:rFonts w:asciiTheme="minorHAnsi" w:hAnsiTheme="minorHAnsi" w:cstheme="minorHAnsi"/>
                <w:b/>
                <w:sz w:val="22"/>
              </w:rPr>
              <w:sym w:font="Wingdings" w:char="F072"/>
            </w:r>
            <w:r w:rsidR="006F1C55" w:rsidRPr="00981026">
              <w:rPr>
                <w:rFonts w:asciiTheme="minorHAnsi" w:hAnsiTheme="minorHAnsi" w:cstheme="minorHAnsi"/>
                <w:b/>
                <w:sz w:val="22"/>
              </w:rPr>
              <w:t xml:space="preserve">  WBE Firm</w:t>
            </w:r>
          </w:p>
        </w:tc>
        <w:tc>
          <w:tcPr>
            <w:tcW w:w="360" w:type="dxa"/>
            <w:tcBorders>
              <w:bottom w:val="nil"/>
            </w:tcBorders>
          </w:tcPr>
          <w:p w14:paraId="157C9150" w14:textId="77777777" w:rsidR="006F1C55" w:rsidRPr="00981026" w:rsidRDefault="006F1C55">
            <w:pPr>
              <w:rPr>
                <w:rFonts w:asciiTheme="minorHAnsi" w:hAnsiTheme="minorHAnsi" w:cstheme="minorHAnsi"/>
                <w:b/>
                <w:sz w:val="22"/>
              </w:rPr>
            </w:pPr>
          </w:p>
        </w:tc>
        <w:tc>
          <w:tcPr>
            <w:tcW w:w="5388" w:type="dxa"/>
            <w:gridSpan w:val="2"/>
          </w:tcPr>
          <w:p w14:paraId="66DF55BE" w14:textId="77777777" w:rsidR="006F1C55" w:rsidRPr="00981026" w:rsidRDefault="006F1C55">
            <w:pPr>
              <w:rPr>
                <w:rFonts w:asciiTheme="minorHAnsi" w:hAnsiTheme="minorHAnsi" w:cstheme="minorHAnsi"/>
                <w:b/>
                <w:sz w:val="22"/>
              </w:rPr>
            </w:pPr>
          </w:p>
        </w:tc>
      </w:tr>
      <w:tr w:rsidR="006F1C55" w:rsidRPr="00981026" w14:paraId="5717B77E" w14:textId="77777777">
        <w:tc>
          <w:tcPr>
            <w:tcW w:w="5160" w:type="dxa"/>
            <w:vMerge w:val="restart"/>
          </w:tcPr>
          <w:p w14:paraId="329EDB99" w14:textId="43468163" w:rsidR="006F1C55" w:rsidRPr="004D6743" w:rsidRDefault="006F1C55">
            <w:pPr>
              <w:rPr>
                <w:rFonts w:asciiTheme="minorHAnsi" w:hAnsiTheme="minorHAnsi" w:cstheme="minorHAnsi"/>
                <w:bCs/>
                <w:sz w:val="22"/>
              </w:rPr>
            </w:pPr>
            <w:r w:rsidRPr="00981026">
              <w:rPr>
                <w:rFonts w:asciiTheme="minorHAnsi" w:hAnsiTheme="minorHAnsi" w:cstheme="minorHAnsi"/>
                <w:b/>
                <w:sz w:val="22"/>
              </w:rPr>
              <w:t xml:space="preserve">Company Name:  </w:t>
            </w:r>
            <w:r w:rsidR="00766D2C">
              <w:rPr>
                <w:rFonts w:asciiTheme="minorHAnsi" w:hAnsiTheme="minorHAnsi" w:cstheme="minorHAnsi"/>
                <w:bCs/>
                <w:sz w:val="22"/>
              </w:rPr>
              <w:t>Engaging Solutions</w:t>
            </w:r>
            <w:r w:rsidR="00E83518">
              <w:rPr>
                <w:rFonts w:asciiTheme="minorHAnsi" w:hAnsiTheme="minorHAnsi" w:cstheme="minorHAnsi"/>
                <w:bCs/>
                <w:sz w:val="22"/>
              </w:rPr>
              <w:t xml:space="preserve"> LLC</w:t>
            </w:r>
          </w:p>
        </w:tc>
        <w:tc>
          <w:tcPr>
            <w:tcW w:w="360" w:type="dxa"/>
            <w:tcBorders>
              <w:bottom w:val="nil"/>
            </w:tcBorders>
          </w:tcPr>
          <w:p w14:paraId="135B4A36" w14:textId="77777777" w:rsidR="006F1C55" w:rsidRPr="00981026" w:rsidRDefault="006F1C55">
            <w:pPr>
              <w:rPr>
                <w:rFonts w:asciiTheme="minorHAnsi" w:hAnsiTheme="minorHAnsi" w:cstheme="minorHAnsi"/>
                <w:b/>
                <w:sz w:val="22"/>
              </w:rPr>
            </w:pPr>
          </w:p>
        </w:tc>
        <w:tc>
          <w:tcPr>
            <w:tcW w:w="5388" w:type="dxa"/>
            <w:gridSpan w:val="2"/>
            <w:vMerge w:val="restart"/>
          </w:tcPr>
          <w:p w14:paraId="303AB3FD" w14:textId="60509EA2" w:rsidR="006F1C55" w:rsidRPr="00EE131F" w:rsidRDefault="006F1C55">
            <w:pPr>
              <w:rPr>
                <w:rFonts w:asciiTheme="minorHAnsi" w:hAnsiTheme="minorHAnsi" w:cstheme="minorHAnsi"/>
                <w:sz w:val="22"/>
              </w:rPr>
            </w:pPr>
            <w:r w:rsidRPr="00981026">
              <w:rPr>
                <w:rFonts w:asciiTheme="minorHAnsi" w:hAnsiTheme="minorHAnsi" w:cstheme="minorHAnsi"/>
                <w:b/>
                <w:sz w:val="22"/>
              </w:rPr>
              <w:t>Contact Person:</w:t>
            </w:r>
            <w:r w:rsidR="00EE131F">
              <w:rPr>
                <w:rFonts w:asciiTheme="minorHAnsi" w:hAnsiTheme="minorHAnsi" w:cstheme="minorHAnsi"/>
                <w:b/>
                <w:sz w:val="22"/>
              </w:rPr>
              <w:t xml:space="preserve"> </w:t>
            </w:r>
            <w:r w:rsidR="00EE131F">
              <w:rPr>
                <w:rFonts w:asciiTheme="minorHAnsi" w:hAnsiTheme="minorHAnsi" w:cstheme="minorHAnsi"/>
                <w:bCs/>
                <w:sz w:val="22"/>
              </w:rPr>
              <w:t>Carolyn Mosby</w:t>
            </w:r>
          </w:p>
        </w:tc>
      </w:tr>
      <w:tr w:rsidR="006F1C55" w:rsidRPr="00981026" w14:paraId="5DDBDF9D" w14:textId="77777777">
        <w:tc>
          <w:tcPr>
            <w:tcW w:w="5160" w:type="dxa"/>
            <w:vMerge/>
          </w:tcPr>
          <w:p w14:paraId="43E73AA9"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18C22FBA" w14:textId="77777777" w:rsidR="006F1C55" w:rsidRPr="00981026" w:rsidRDefault="006F1C55">
            <w:pPr>
              <w:rPr>
                <w:rFonts w:asciiTheme="minorHAnsi" w:hAnsiTheme="minorHAnsi" w:cstheme="minorHAnsi"/>
                <w:b/>
                <w:sz w:val="22"/>
              </w:rPr>
            </w:pPr>
          </w:p>
        </w:tc>
        <w:tc>
          <w:tcPr>
            <w:tcW w:w="5388" w:type="dxa"/>
            <w:gridSpan w:val="2"/>
            <w:vMerge/>
          </w:tcPr>
          <w:p w14:paraId="6CADAD3D" w14:textId="77777777" w:rsidR="006F1C55" w:rsidRPr="00981026" w:rsidRDefault="006F1C55">
            <w:pPr>
              <w:rPr>
                <w:rFonts w:asciiTheme="minorHAnsi" w:hAnsiTheme="minorHAnsi" w:cstheme="minorHAnsi"/>
                <w:b/>
                <w:sz w:val="22"/>
              </w:rPr>
            </w:pPr>
          </w:p>
        </w:tc>
      </w:tr>
      <w:tr w:rsidR="006F1C55" w:rsidRPr="00981026" w14:paraId="1529358A" w14:textId="77777777">
        <w:tc>
          <w:tcPr>
            <w:tcW w:w="5160" w:type="dxa"/>
            <w:vMerge w:val="restart"/>
            <w:shd w:val="clear" w:color="auto" w:fill="auto"/>
          </w:tcPr>
          <w:p w14:paraId="2B659B2E" w14:textId="77777777" w:rsidR="006F1C55" w:rsidRDefault="006F1C55">
            <w:pPr>
              <w:rPr>
                <w:rFonts w:asciiTheme="minorHAnsi" w:hAnsiTheme="minorHAnsi" w:cstheme="minorHAnsi"/>
                <w:bCs/>
                <w:sz w:val="22"/>
              </w:rPr>
            </w:pPr>
            <w:r w:rsidRPr="00981026">
              <w:rPr>
                <w:rFonts w:asciiTheme="minorHAnsi" w:hAnsiTheme="minorHAnsi" w:cstheme="minorHAnsi"/>
                <w:b/>
                <w:sz w:val="22"/>
              </w:rPr>
              <w:t>Address:</w:t>
            </w:r>
          </w:p>
          <w:p w14:paraId="47443A17" w14:textId="77777777" w:rsidR="00E83518" w:rsidRDefault="00E83518" w:rsidP="00E83518">
            <w:pPr>
              <w:rPr>
                <w:rFonts w:asciiTheme="minorHAnsi" w:hAnsiTheme="minorHAnsi" w:cstheme="minorHAnsi"/>
                <w:sz w:val="22"/>
              </w:rPr>
            </w:pPr>
            <w:r>
              <w:rPr>
                <w:rFonts w:asciiTheme="minorHAnsi" w:hAnsiTheme="minorHAnsi" w:cstheme="minorHAnsi"/>
                <w:sz w:val="22"/>
              </w:rPr>
              <w:t>3965 N. Meridian St.</w:t>
            </w:r>
          </w:p>
          <w:p w14:paraId="571E7DF3" w14:textId="1F757008" w:rsidR="00963066" w:rsidRPr="001E16F2" w:rsidRDefault="00E83518" w:rsidP="00E83518">
            <w:pPr>
              <w:rPr>
                <w:rFonts w:asciiTheme="minorHAnsi" w:hAnsiTheme="minorHAnsi" w:cstheme="minorHAnsi"/>
                <w:bCs/>
                <w:sz w:val="22"/>
              </w:rPr>
            </w:pPr>
            <w:r>
              <w:rPr>
                <w:rFonts w:asciiTheme="minorHAnsi" w:hAnsiTheme="minorHAnsi" w:cstheme="minorHAnsi"/>
                <w:sz w:val="22"/>
              </w:rPr>
              <w:t>Indianapolis, IN  46208</w:t>
            </w:r>
          </w:p>
        </w:tc>
        <w:tc>
          <w:tcPr>
            <w:tcW w:w="360" w:type="dxa"/>
            <w:tcBorders>
              <w:top w:val="nil"/>
              <w:bottom w:val="nil"/>
            </w:tcBorders>
          </w:tcPr>
          <w:p w14:paraId="47D2AD0B" w14:textId="77777777" w:rsidR="006F1C55" w:rsidRPr="00981026" w:rsidRDefault="006F1C55">
            <w:pPr>
              <w:rPr>
                <w:rFonts w:asciiTheme="minorHAnsi" w:hAnsiTheme="minorHAnsi" w:cstheme="minorHAnsi"/>
                <w:b/>
                <w:sz w:val="22"/>
              </w:rPr>
            </w:pPr>
          </w:p>
        </w:tc>
        <w:tc>
          <w:tcPr>
            <w:tcW w:w="5388" w:type="dxa"/>
            <w:gridSpan w:val="2"/>
            <w:vMerge w:val="restart"/>
          </w:tcPr>
          <w:p w14:paraId="784549B2" w14:textId="23FEA466" w:rsidR="006F1C55" w:rsidRPr="00981026" w:rsidRDefault="006F1C55">
            <w:pPr>
              <w:rPr>
                <w:rFonts w:asciiTheme="minorHAnsi" w:hAnsiTheme="minorHAnsi" w:cstheme="minorHAnsi"/>
                <w:b/>
                <w:sz w:val="22"/>
              </w:rPr>
            </w:pPr>
            <w:r w:rsidRPr="00981026">
              <w:rPr>
                <w:rFonts w:asciiTheme="minorHAnsi" w:hAnsiTheme="minorHAnsi" w:cstheme="minorHAnsi"/>
                <w:b/>
                <w:sz w:val="22"/>
              </w:rPr>
              <w:t>E-mail:</w:t>
            </w:r>
            <w:r w:rsidR="00E85B42">
              <w:rPr>
                <w:rFonts w:asciiTheme="minorHAnsi" w:hAnsiTheme="minorHAnsi" w:cstheme="minorHAnsi"/>
                <w:b/>
                <w:sz w:val="22"/>
              </w:rPr>
              <w:t xml:space="preserve"> </w:t>
            </w:r>
            <w:r w:rsidR="00E85B42" w:rsidRPr="00E85B42">
              <w:rPr>
                <w:rFonts w:asciiTheme="minorHAnsi" w:hAnsiTheme="minorHAnsi" w:cstheme="minorHAnsi"/>
                <w:bCs/>
                <w:sz w:val="22"/>
              </w:rPr>
              <w:t>cmosby@engagingsolutions.net</w:t>
            </w:r>
          </w:p>
        </w:tc>
      </w:tr>
      <w:tr w:rsidR="006F1C55" w:rsidRPr="00981026" w14:paraId="398F9006" w14:textId="77777777">
        <w:tc>
          <w:tcPr>
            <w:tcW w:w="5160" w:type="dxa"/>
            <w:vMerge/>
            <w:shd w:val="clear" w:color="auto" w:fill="auto"/>
          </w:tcPr>
          <w:p w14:paraId="68F7BCFB"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0319DED3" w14:textId="77777777" w:rsidR="006F1C55" w:rsidRPr="00981026" w:rsidRDefault="006F1C55">
            <w:pPr>
              <w:rPr>
                <w:rFonts w:asciiTheme="minorHAnsi" w:hAnsiTheme="minorHAnsi" w:cstheme="minorHAnsi"/>
                <w:b/>
                <w:sz w:val="22"/>
              </w:rPr>
            </w:pPr>
          </w:p>
        </w:tc>
        <w:tc>
          <w:tcPr>
            <w:tcW w:w="5388" w:type="dxa"/>
            <w:gridSpan w:val="2"/>
            <w:vMerge/>
          </w:tcPr>
          <w:p w14:paraId="1285FEE0" w14:textId="77777777" w:rsidR="006F1C55" w:rsidRPr="00981026" w:rsidRDefault="006F1C55">
            <w:pPr>
              <w:rPr>
                <w:rFonts w:asciiTheme="minorHAnsi" w:hAnsiTheme="minorHAnsi" w:cstheme="minorHAnsi"/>
                <w:b/>
                <w:sz w:val="22"/>
              </w:rPr>
            </w:pPr>
          </w:p>
        </w:tc>
      </w:tr>
      <w:tr w:rsidR="006F1C55" w:rsidRPr="00981026" w14:paraId="0AABE268" w14:textId="77777777">
        <w:tc>
          <w:tcPr>
            <w:tcW w:w="5160" w:type="dxa"/>
            <w:vMerge/>
            <w:shd w:val="clear" w:color="auto" w:fill="auto"/>
          </w:tcPr>
          <w:p w14:paraId="53950CF2"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181E86CB" w14:textId="77777777" w:rsidR="006F1C55" w:rsidRPr="00981026" w:rsidRDefault="006F1C55">
            <w:pPr>
              <w:rPr>
                <w:rFonts w:asciiTheme="minorHAnsi" w:hAnsiTheme="minorHAnsi" w:cstheme="minorHAnsi"/>
                <w:b/>
                <w:sz w:val="22"/>
              </w:rPr>
            </w:pPr>
          </w:p>
        </w:tc>
        <w:tc>
          <w:tcPr>
            <w:tcW w:w="2694" w:type="dxa"/>
            <w:vMerge w:val="restart"/>
          </w:tcPr>
          <w:p w14:paraId="6625DC48"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Telephone Number:  </w:t>
            </w:r>
          </w:p>
          <w:p w14:paraId="55809B62" w14:textId="3F5D16C6" w:rsidR="006F1C55" w:rsidRPr="00811E81" w:rsidRDefault="006F1C55">
            <w:pPr>
              <w:rPr>
                <w:rFonts w:asciiTheme="minorHAnsi" w:hAnsiTheme="minorHAnsi" w:cstheme="minorHAnsi"/>
                <w:bCs/>
                <w:sz w:val="22"/>
              </w:rPr>
            </w:pPr>
            <w:r w:rsidRPr="00981026">
              <w:rPr>
                <w:rFonts w:asciiTheme="minorHAnsi" w:hAnsiTheme="minorHAnsi" w:cstheme="minorHAnsi"/>
                <w:b/>
                <w:sz w:val="22"/>
              </w:rPr>
              <w:t xml:space="preserve"> </w:t>
            </w:r>
            <w:r w:rsidR="00811E81" w:rsidRPr="00D0299D">
              <w:rPr>
                <w:rFonts w:asciiTheme="minorHAnsi" w:hAnsiTheme="minorHAnsi" w:cstheme="minorHAnsi"/>
                <w:sz w:val="22"/>
              </w:rPr>
              <w:t>(</w:t>
            </w:r>
            <w:r w:rsidR="00811E81">
              <w:rPr>
                <w:rFonts w:asciiTheme="minorHAnsi" w:hAnsiTheme="minorHAnsi" w:cstheme="minorHAnsi"/>
                <w:bCs/>
                <w:sz w:val="22"/>
              </w:rPr>
              <w:t>317</w:t>
            </w:r>
            <w:r w:rsidRPr="00D0299D">
              <w:rPr>
                <w:rFonts w:asciiTheme="minorHAnsi" w:hAnsiTheme="minorHAnsi" w:cstheme="minorHAnsi"/>
                <w:sz w:val="22"/>
              </w:rPr>
              <w:t>)</w:t>
            </w:r>
            <w:r w:rsidR="00811E81" w:rsidRPr="00D0299D">
              <w:rPr>
                <w:rFonts w:asciiTheme="minorHAnsi" w:hAnsiTheme="minorHAnsi" w:cstheme="minorHAnsi"/>
                <w:sz w:val="22"/>
              </w:rPr>
              <w:t xml:space="preserve"> </w:t>
            </w:r>
            <w:r w:rsidR="00D0299D" w:rsidRPr="00D0299D">
              <w:rPr>
                <w:rFonts w:asciiTheme="minorHAnsi" w:hAnsiTheme="minorHAnsi" w:cstheme="minorHAnsi"/>
                <w:bCs/>
                <w:sz w:val="22"/>
              </w:rPr>
              <w:t>918-2335</w:t>
            </w:r>
          </w:p>
        </w:tc>
        <w:tc>
          <w:tcPr>
            <w:tcW w:w="2694" w:type="dxa"/>
            <w:vMerge w:val="restart"/>
          </w:tcPr>
          <w:p w14:paraId="41D5E7A7"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Fax Number:</w:t>
            </w:r>
          </w:p>
          <w:p w14:paraId="4624BE78" w14:textId="1EEAB593" w:rsidR="006F1C55" w:rsidRPr="00830DA3" w:rsidRDefault="006F1C55">
            <w:pPr>
              <w:rPr>
                <w:rFonts w:asciiTheme="minorHAnsi" w:hAnsiTheme="minorHAnsi" w:cstheme="minorHAnsi"/>
                <w:sz w:val="22"/>
              </w:rPr>
            </w:pPr>
            <w:r w:rsidRPr="00830DA3">
              <w:rPr>
                <w:rFonts w:asciiTheme="minorHAnsi" w:hAnsiTheme="minorHAnsi" w:cstheme="minorHAnsi"/>
                <w:bCs/>
                <w:sz w:val="22"/>
              </w:rPr>
              <w:t>(</w:t>
            </w:r>
            <w:r w:rsidR="00830DA3" w:rsidRPr="00830DA3">
              <w:rPr>
                <w:rFonts w:asciiTheme="minorHAnsi" w:hAnsiTheme="minorHAnsi" w:cstheme="minorHAnsi"/>
                <w:bCs/>
                <w:sz w:val="22"/>
              </w:rPr>
              <w:t>317</w:t>
            </w:r>
            <w:r w:rsidRPr="00830DA3">
              <w:rPr>
                <w:rFonts w:asciiTheme="minorHAnsi" w:hAnsiTheme="minorHAnsi" w:cstheme="minorHAnsi"/>
                <w:bCs/>
                <w:sz w:val="22"/>
              </w:rPr>
              <w:t>)</w:t>
            </w:r>
            <w:r w:rsidR="00830DA3" w:rsidRPr="00830DA3">
              <w:rPr>
                <w:rFonts w:asciiTheme="minorHAnsi" w:hAnsiTheme="minorHAnsi" w:cstheme="minorHAnsi"/>
                <w:bCs/>
                <w:sz w:val="22"/>
              </w:rPr>
              <w:t xml:space="preserve"> 283-8301</w:t>
            </w:r>
          </w:p>
        </w:tc>
      </w:tr>
      <w:tr w:rsidR="006F1C55" w:rsidRPr="00981026" w14:paraId="71C0C0D8" w14:textId="77777777">
        <w:tc>
          <w:tcPr>
            <w:tcW w:w="5160" w:type="dxa"/>
            <w:vMerge/>
            <w:shd w:val="clear" w:color="auto" w:fill="auto"/>
          </w:tcPr>
          <w:p w14:paraId="7F1956F7"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0A2A41DD" w14:textId="77777777" w:rsidR="006F1C55" w:rsidRPr="00981026" w:rsidRDefault="006F1C55">
            <w:pPr>
              <w:rPr>
                <w:rFonts w:asciiTheme="minorHAnsi" w:hAnsiTheme="minorHAnsi" w:cstheme="minorHAnsi"/>
                <w:b/>
                <w:sz w:val="22"/>
              </w:rPr>
            </w:pPr>
          </w:p>
        </w:tc>
        <w:tc>
          <w:tcPr>
            <w:tcW w:w="2694" w:type="dxa"/>
            <w:vMerge/>
          </w:tcPr>
          <w:p w14:paraId="122D5FC7" w14:textId="77777777" w:rsidR="006F1C55" w:rsidRPr="00981026" w:rsidRDefault="006F1C55">
            <w:pPr>
              <w:rPr>
                <w:rFonts w:asciiTheme="minorHAnsi" w:hAnsiTheme="minorHAnsi" w:cstheme="minorHAnsi"/>
                <w:b/>
                <w:sz w:val="22"/>
              </w:rPr>
            </w:pPr>
          </w:p>
        </w:tc>
        <w:tc>
          <w:tcPr>
            <w:tcW w:w="2694" w:type="dxa"/>
            <w:vMerge/>
          </w:tcPr>
          <w:p w14:paraId="71C01A60" w14:textId="77777777" w:rsidR="006F1C55" w:rsidRPr="00981026" w:rsidRDefault="006F1C55">
            <w:pPr>
              <w:rPr>
                <w:rFonts w:asciiTheme="minorHAnsi" w:hAnsiTheme="minorHAnsi" w:cstheme="minorHAnsi"/>
                <w:b/>
                <w:sz w:val="22"/>
              </w:rPr>
            </w:pPr>
          </w:p>
        </w:tc>
      </w:tr>
      <w:tr w:rsidR="006F1C55" w:rsidRPr="00981026" w14:paraId="42ED7EA8" w14:textId="77777777">
        <w:tc>
          <w:tcPr>
            <w:tcW w:w="5160" w:type="dxa"/>
          </w:tcPr>
          <w:p w14:paraId="0AB314EF" w14:textId="4FE9315E" w:rsidR="006F1C55" w:rsidRPr="00E85B42" w:rsidRDefault="006F1C55">
            <w:pPr>
              <w:rPr>
                <w:rFonts w:asciiTheme="minorHAnsi" w:hAnsiTheme="minorHAnsi" w:cstheme="minorHAnsi"/>
                <w:sz w:val="22"/>
              </w:rPr>
            </w:pPr>
            <w:r w:rsidRPr="00981026">
              <w:rPr>
                <w:rFonts w:asciiTheme="minorHAnsi" w:hAnsiTheme="minorHAnsi" w:cstheme="minorHAnsi"/>
                <w:b/>
                <w:sz w:val="22"/>
              </w:rPr>
              <w:t>Sub-Contract Amount:</w:t>
            </w:r>
            <w:r w:rsidR="00E85B42">
              <w:rPr>
                <w:rFonts w:asciiTheme="minorHAnsi" w:hAnsiTheme="minorHAnsi" w:cstheme="minorHAnsi"/>
                <w:b/>
                <w:sz w:val="22"/>
              </w:rPr>
              <w:t xml:space="preserve"> </w:t>
            </w:r>
            <w:r w:rsidR="00E85B42">
              <w:rPr>
                <w:rFonts w:asciiTheme="minorHAnsi" w:hAnsiTheme="minorHAnsi" w:cstheme="minorHAnsi"/>
                <w:bCs/>
                <w:sz w:val="22"/>
              </w:rPr>
              <w:t>$1,</w:t>
            </w:r>
            <w:r w:rsidR="001F5675">
              <w:rPr>
                <w:rFonts w:asciiTheme="minorHAnsi" w:hAnsiTheme="minorHAnsi" w:cstheme="minorHAnsi"/>
                <w:bCs/>
                <w:sz w:val="22"/>
              </w:rPr>
              <w:t>824,</w:t>
            </w:r>
            <w:r w:rsidR="001A4F20">
              <w:rPr>
                <w:rFonts w:asciiTheme="minorHAnsi" w:hAnsiTheme="minorHAnsi" w:cstheme="minorHAnsi"/>
                <w:bCs/>
                <w:sz w:val="22"/>
              </w:rPr>
              <w:t>061.37</w:t>
            </w:r>
          </w:p>
          <w:p w14:paraId="1336CF0C" w14:textId="77777777" w:rsidR="006F1C55" w:rsidRPr="00981026" w:rsidRDefault="006F1C55">
            <w:pPr>
              <w:rPr>
                <w:rFonts w:asciiTheme="minorHAnsi" w:hAnsiTheme="minorHAnsi" w:cstheme="minorHAnsi"/>
                <w:b/>
                <w:sz w:val="22"/>
              </w:rPr>
            </w:pPr>
          </w:p>
          <w:p w14:paraId="38B1B802" w14:textId="49F30544" w:rsidR="006F1C55" w:rsidRPr="00981026"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B70719" w:rsidRPr="00B70719">
              <w:rPr>
                <w:rFonts w:asciiTheme="minorHAnsi" w:hAnsiTheme="minorHAnsi" w:cstheme="minorHAnsi"/>
                <w:bCs/>
                <w:sz w:val="22"/>
              </w:rPr>
              <w:t xml:space="preserve"> 8%</w:t>
            </w:r>
          </w:p>
          <w:p w14:paraId="14ECE47E" w14:textId="77777777" w:rsidR="006F1C55" w:rsidRPr="00981026"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F067F5A"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175087C6" w14:textId="77777777" w:rsidR="006F1C55" w:rsidRPr="00981026" w:rsidRDefault="006F1C55">
            <w:pPr>
              <w:rPr>
                <w:rFonts w:asciiTheme="minorHAnsi" w:hAnsiTheme="minorHAnsi" w:cstheme="minorHAnsi"/>
                <w:b/>
                <w:sz w:val="22"/>
              </w:rPr>
            </w:pPr>
          </w:p>
        </w:tc>
        <w:tc>
          <w:tcPr>
            <w:tcW w:w="5388" w:type="dxa"/>
            <w:gridSpan w:val="2"/>
          </w:tcPr>
          <w:p w14:paraId="077575E0"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Describe service/product to be provided and </w:t>
            </w:r>
            <w:r w:rsidRPr="00981026">
              <w:rPr>
                <w:rFonts w:asciiTheme="minorHAnsi" w:hAnsiTheme="minorHAnsi" w:cstheme="minorHAnsi"/>
                <w:b/>
                <w:sz w:val="22"/>
                <w:u w:val="single"/>
              </w:rPr>
              <w:t xml:space="preserve">how this is </w:t>
            </w:r>
            <w:r w:rsidRPr="00981026">
              <w:rPr>
                <w:rFonts w:asciiTheme="minorHAnsi" w:hAnsiTheme="minorHAnsi" w:cstheme="minorHAnsi"/>
                <w:b/>
                <w:sz w:val="22"/>
                <w:szCs w:val="22"/>
                <w:u w:val="single"/>
              </w:rPr>
              <w:t>a Valuable Scope Contribution of</w:t>
            </w:r>
            <w:r w:rsidRPr="00981026">
              <w:rPr>
                <w:rFonts w:asciiTheme="minorHAnsi" w:hAnsiTheme="minorHAnsi" w:cstheme="minorHAnsi"/>
                <w:b/>
                <w:sz w:val="22"/>
                <w:u w:val="single"/>
              </w:rPr>
              <w:t xml:space="preserve"> the Contract:</w:t>
            </w:r>
          </w:p>
          <w:p w14:paraId="47E1BDB7" w14:textId="77777777" w:rsidR="006B1684" w:rsidRDefault="006B1684">
            <w:pPr>
              <w:rPr>
                <w:rFonts w:asciiTheme="minorHAnsi" w:hAnsiTheme="minorHAnsi" w:cstheme="minorHAnsi"/>
                <w:bCs/>
                <w:sz w:val="22"/>
              </w:rPr>
            </w:pPr>
          </w:p>
          <w:p w14:paraId="344129CD" w14:textId="37295655" w:rsidR="006F1C55" w:rsidRPr="00142105" w:rsidRDefault="00A12524">
            <w:pPr>
              <w:rPr>
                <w:rFonts w:asciiTheme="minorHAnsi" w:hAnsiTheme="minorHAnsi" w:cstheme="minorHAnsi"/>
                <w:sz w:val="22"/>
              </w:rPr>
            </w:pPr>
            <w:r>
              <w:rPr>
                <w:rFonts w:asciiTheme="minorHAnsi" w:hAnsiTheme="minorHAnsi" w:cstheme="minorHAnsi"/>
                <w:bCs/>
                <w:sz w:val="22"/>
              </w:rPr>
              <w:t>P</w:t>
            </w:r>
            <w:r w:rsidR="00142105" w:rsidRPr="00142105">
              <w:rPr>
                <w:rFonts w:asciiTheme="minorHAnsi" w:hAnsiTheme="minorHAnsi" w:cstheme="minorHAnsi"/>
                <w:bCs/>
                <w:sz w:val="22"/>
              </w:rPr>
              <w:t>rogram compliance</w:t>
            </w:r>
            <w:r w:rsidR="006B1684">
              <w:rPr>
                <w:rFonts w:asciiTheme="minorHAnsi" w:hAnsiTheme="minorHAnsi" w:cstheme="minorHAnsi"/>
                <w:bCs/>
                <w:sz w:val="22"/>
              </w:rPr>
              <w:t xml:space="preserve">, </w:t>
            </w:r>
            <w:r w:rsidR="00142105" w:rsidRPr="00142105">
              <w:rPr>
                <w:rFonts w:asciiTheme="minorHAnsi" w:hAnsiTheme="minorHAnsi" w:cstheme="minorHAnsi"/>
                <w:bCs/>
                <w:sz w:val="22"/>
              </w:rPr>
              <w:t>training program consultation services</w:t>
            </w:r>
            <w:r w:rsidR="006B1684">
              <w:rPr>
                <w:rFonts w:asciiTheme="minorHAnsi" w:hAnsiTheme="minorHAnsi" w:cstheme="minorHAnsi"/>
                <w:bCs/>
                <w:sz w:val="22"/>
              </w:rPr>
              <w:t>,</w:t>
            </w:r>
            <w:r w:rsidR="00142105" w:rsidRPr="00142105">
              <w:rPr>
                <w:rFonts w:asciiTheme="minorHAnsi" w:hAnsiTheme="minorHAnsi" w:cstheme="minorHAnsi"/>
                <w:bCs/>
                <w:sz w:val="22"/>
              </w:rPr>
              <w:t xml:space="preserve"> and other operational needs </w:t>
            </w:r>
            <w:r w:rsidR="00466F7A">
              <w:rPr>
                <w:rFonts w:asciiTheme="minorHAnsi" w:hAnsiTheme="minorHAnsi" w:cstheme="minorHAnsi"/>
                <w:bCs/>
                <w:sz w:val="22"/>
              </w:rPr>
              <w:t xml:space="preserve">to support </w:t>
            </w:r>
            <w:r w:rsidR="007465D4">
              <w:rPr>
                <w:rFonts w:asciiTheme="minorHAnsi" w:hAnsiTheme="minorHAnsi" w:cstheme="minorHAnsi"/>
                <w:bCs/>
                <w:sz w:val="22"/>
              </w:rPr>
              <w:t>report</w:t>
            </w:r>
            <w:r w:rsidR="006B1684">
              <w:rPr>
                <w:rFonts w:asciiTheme="minorHAnsi" w:hAnsiTheme="minorHAnsi" w:cstheme="minorHAnsi"/>
                <w:bCs/>
                <w:sz w:val="22"/>
              </w:rPr>
              <w:t xml:space="preserve"> and </w:t>
            </w:r>
            <w:r w:rsidR="007465D4">
              <w:rPr>
                <w:rFonts w:asciiTheme="minorHAnsi" w:hAnsiTheme="minorHAnsi" w:cstheme="minorHAnsi"/>
                <w:bCs/>
                <w:sz w:val="22"/>
              </w:rPr>
              <w:t>SLA</w:t>
            </w:r>
            <w:r w:rsidR="006B1684">
              <w:rPr>
                <w:rFonts w:asciiTheme="minorHAnsi" w:hAnsiTheme="minorHAnsi" w:cstheme="minorHAnsi"/>
                <w:bCs/>
                <w:sz w:val="22"/>
              </w:rPr>
              <w:t xml:space="preserve"> management</w:t>
            </w:r>
            <w:r w:rsidR="007465D4">
              <w:rPr>
                <w:rFonts w:asciiTheme="minorHAnsi" w:hAnsiTheme="minorHAnsi" w:cstheme="minorHAnsi"/>
                <w:bCs/>
                <w:sz w:val="22"/>
              </w:rPr>
              <w:t>, and training under the contract.</w:t>
            </w:r>
          </w:p>
        </w:tc>
      </w:tr>
      <w:tr w:rsidR="006F1C55" w:rsidRPr="00981026" w14:paraId="042DC40A" w14:textId="77777777">
        <w:tc>
          <w:tcPr>
            <w:tcW w:w="10908" w:type="dxa"/>
            <w:gridSpan w:val="4"/>
          </w:tcPr>
          <w:p w14:paraId="2C20BD10" w14:textId="35C29E5B" w:rsidR="006F1C55" w:rsidRPr="00981026" w:rsidRDefault="006F1C55">
            <w:pPr>
              <w:rPr>
                <w:rFonts w:asciiTheme="minorHAnsi" w:hAnsiTheme="minorHAnsi" w:cstheme="minorHAnsi"/>
                <w:b/>
                <w:sz w:val="22"/>
              </w:rPr>
            </w:pPr>
            <w:r w:rsidRPr="00981026">
              <w:rPr>
                <w:rFonts w:asciiTheme="minorHAnsi" w:hAnsiTheme="minorHAnsi" w:cstheme="minorHAnsi"/>
                <w:b/>
                <w:sz w:val="22"/>
              </w:rPr>
              <w:t>Provide approximate dates when Sub-Contractor will perform on this project:</w:t>
            </w:r>
            <w:r w:rsidR="005D4D5E">
              <w:rPr>
                <w:rFonts w:asciiTheme="minorHAnsi" w:hAnsiTheme="minorHAnsi" w:cstheme="minorHAnsi"/>
                <w:b/>
                <w:sz w:val="22"/>
              </w:rPr>
              <w:t xml:space="preserve"> </w:t>
            </w:r>
            <w:r w:rsidR="005D4D5E" w:rsidRPr="005D4D5E">
              <w:rPr>
                <w:rFonts w:asciiTheme="minorHAnsi" w:hAnsiTheme="minorHAnsi" w:cstheme="minorHAnsi"/>
                <w:bCs/>
                <w:sz w:val="22"/>
              </w:rPr>
              <w:t>Q1 2024</w:t>
            </w:r>
            <w:r w:rsidR="00FF4575">
              <w:rPr>
                <w:rFonts w:asciiTheme="minorHAnsi" w:hAnsiTheme="minorHAnsi" w:cstheme="minorHAnsi"/>
                <w:bCs/>
                <w:sz w:val="22"/>
              </w:rPr>
              <w:t xml:space="preserve"> to Q4 2027</w:t>
            </w:r>
          </w:p>
          <w:p w14:paraId="7F01D3F8" w14:textId="77777777" w:rsidR="006F1C55" w:rsidRPr="00981026" w:rsidRDefault="006F1C55">
            <w:pPr>
              <w:rPr>
                <w:rFonts w:asciiTheme="minorHAnsi" w:hAnsiTheme="minorHAnsi" w:cstheme="minorHAnsi"/>
                <w:b/>
                <w:sz w:val="22"/>
              </w:rPr>
            </w:pPr>
          </w:p>
        </w:tc>
      </w:tr>
    </w:tbl>
    <w:p w14:paraId="6AC65952" w14:textId="77777777" w:rsidR="006F1C55" w:rsidRPr="00981026" w:rsidRDefault="006F1C55" w:rsidP="006F1C55">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8"/>
        <w:gridCol w:w="442"/>
        <w:gridCol w:w="5242"/>
      </w:tblGrid>
      <w:tr w:rsidR="006F1C55" w:rsidRPr="006479A8" w14:paraId="4A3CC871" w14:textId="77777777" w:rsidTr="00A056C2">
        <w:tc>
          <w:tcPr>
            <w:tcW w:w="5008" w:type="dxa"/>
            <w:tcBorders>
              <w:bottom w:val="single" w:sz="4" w:space="0" w:color="auto"/>
            </w:tcBorders>
          </w:tcPr>
          <w:p w14:paraId="565D86A3" w14:textId="77777777" w:rsidR="006F1C55" w:rsidRPr="006479A8" w:rsidRDefault="006F1C55">
            <w:pPr>
              <w:rPr>
                <w:rFonts w:asciiTheme="minorHAnsi" w:hAnsiTheme="minorHAnsi" w:cstheme="minorHAnsi"/>
                <w:sz w:val="22"/>
                <w:lang w:val="es-ES"/>
              </w:rPr>
            </w:pPr>
            <w:r w:rsidRPr="006479A8">
              <w:rPr>
                <w:rFonts w:asciiTheme="minorHAnsi" w:hAnsiTheme="minorHAnsi" w:cstheme="minorHAnsi"/>
                <w:sz w:val="22"/>
                <w:lang w:val="es-ES"/>
              </w:rPr>
              <w:t>Indiana Interactive, LLC d/b</w:t>
            </w:r>
            <w:r>
              <w:rPr>
                <w:rFonts w:asciiTheme="minorHAnsi" w:hAnsiTheme="minorHAnsi" w:cstheme="minorHAnsi"/>
                <w:sz w:val="22"/>
                <w:lang w:val="es-ES"/>
              </w:rPr>
              <w:t>/a Tyler Indiana</w:t>
            </w:r>
          </w:p>
        </w:tc>
        <w:tc>
          <w:tcPr>
            <w:tcW w:w="442" w:type="dxa"/>
          </w:tcPr>
          <w:p w14:paraId="5D031220" w14:textId="77777777" w:rsidR="006F1C55" w:rsidRPr="006479A8" w:rsidRDefault="006F1C55">
            <w:pPr>
              <w:rPr>
                <w:rFonts w:asciiTheme="minorHAnsi" w:hAnsiTheme="minorHAnsi" w:cstheme="minorHAnsi"/>
                <w:sz w:val="22"/>
                <w:lang w:val="es-ES"/>
              </w:rPr>
            </w:pPr>
          </w:p>
        </w:tc>
        <w:tc>
          <w:tcPr>
            <w:tcW w:w="5242" w:type="dxa"/>
            <w:tcBorders>
              <w:bottom w:val="single" w:sz="4" w:space="0" w:color="auto"/>
            </w:tcBorders>
          </w:tcPr>
          <w:p w14:paraId="59DB3994" w14:textId="77777777" w:rsidR="006F1C55" w:rsidRPr="006479A8" w:rsidRDefault="006F1C55">
            <w:pPr>
              <w:rPr>
                <w:rFonts w:asciiTheme="minorHAnsi" w:hAnsiTheme="minorHAnsi" w:cstheme="minorHAnsi"/>
                <w:sz w:val="22"/>
                <w:lang w:val="es-ES"/>
              </w:rPr>
            </w:pPr>
            <w:r>
              <w:rPr>
                <w:rFonts w:asciiTheme="minorHAnsi" w:hAnsiTheme="minorHAnsi" w:cstheme="minorHAnsi"/>
                <w:sz w:val="22"/>
                <w:lang w:val="es-ES"/>
              </w:rPr>
              <w:t>317-233-2010</w:t>
            </w:r>
          </w:p>
        </w:tc>
      </w:tr>
      <w:tr w:rsidR="006F1C55" w:rsidRPr="00981026" w14:paraId="3C57DBA8" w14:textId="77777777" w:rsidTr="00A056C2">
        <w:tc>
          <w:tcPr>
            <w:tcW w:w="5008" w:type="dxa"/>
            <w:tcBorders>
              <w:top w:val="single" w:sz="4" w:space="0" w:color="auto"/>
            </w:tcBorders>
          </w:tcPr>
          <w:p w14:paraId="18E2838D"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Respondent Firm</w:t>
            </w:r>
          </w:p>
          <w:p w14:paraId="44DD6C4C" w14:textId="77777777" w:rsidR="006F1C55" w:rsidRPr="00981026" w:rsidRDefault="006F1C55">
            <w:pPr>
              <w:rPr>
                <w:rFonts w:asciiTheme="minorHAnsi" w:hAnsiTheme="minorHAnsi" w:cstheme="minorHAnsi"/>
                <w:sz w:val="22"/>
              </w:rPr>
            </w:pPr>
            <w:r>
              <w:rPr>
                <w:rFonts w:asciiTheme="minorHAnsi" w:hAnsiTheme="minorHAnsi" w:cstheme="minorHAnsi"/>
                <w:sz w:val="22"/>
              </w:rPr>
              <w:t>151 W. Ohio Street, Suite 100</w:t>
            </w:r>
          </w:p>
        </w:tc>
        <w:tc>
          <w:tcPr>
            <w:tcW w:w="442" w:type="dxa"/>
          </w:tcPr>
          <w:p w14:paraId="7D9082A9" w14:textId="77777777" w:rsidR="006F1C55" w:rsidRPr="00981026" w:rsidRDefault="006F1C55">
            <w:pPr>
              <w:rPr>
                <w:rFonts w:asciiTheme="minorHAnsi" w:hAnsiTheme="minorHAnsi" w:cstheme="minorHAnsi"/>
                <w:sz w:val="22"/>
              </w:rPr>
            </w:pPr>
          </w:p>
        </w:tc>
        <w:tc>
          <w:tcPr>
            <w:tcW w:w="5242" w:type="dxa"/>
            <w:tcBorders>
              <w:top w:val="single" w:sz="4" w:space="0" w:color="auto"/>
            </w:tcBorders>
          </w:tcPr>
          <w:p w14:paraId="2BF1928B"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Telephone Number</w:t>
            </w:r>
          </w:p>
          <w:p w14:paraId="6D8FAFCA" w14:textId="77777777" w:rsidR="006F1C55" w:rsidRPr="00981026" w:rsidRDefault="006F1C55">
            <w:pPr>
              <w:rPr>
                <w:rFonts w:asciiTheme="minorHAnsi" w:hAnsiTheme="minorHAnsi" w:cstheme="minorHAnsi"/>
                <w:sz w:val="22"/>
              </w:rPr>
            </w:pPr>
            <w:r>
              <w:rPr>
                <w:rFonts w:asciiTheme="minorHAnsi" w:hAnsiTheme="minorHAnsi" w:cstheme="minorHAnsi"/>
                <w:sz w:val="22"/>
              </w:rPr>
              <w:t>317-233-2011</w:t>
            </w:r>
          </w:p>
        </w:tc>
      </w:tr>
      <w:tr w:rsidR="006F1C55" w:rsidRPr="00981026" w14:paraId="39B2F94A" w14:textId="77777777" w:rsidTr="00A056C2">
        <w:tc>
          <w:tcPr>
            <w:tcW w:w="5008" w:type="dxa"/>
            <w:tcBorders>
              <w:top w:val="single" w:sz="4" w:space="0" w:color="auto"/>
            </w:tcBorders>
          </w:tcPr>
          <w:p w14:paraId="11929EDD"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Address</w:t>
            </w:r>
          </w:p>
        </w:tc>
        <w:tc>
          <w:tcPr>
            <w:tcW w:w="442" w:type="dxa"/>
          </w:tcPr>
          <w:p w14:paraId="40E54E2A" w14:textId="77777777" w:rsidR="006F1C55" w:rsidRPr="00981026" w:rsidRDefault="006F1C55">
            <w:pPr>
              <w:rPr>
                <w:rFonts w:asciiTheme="minorHAnsi" w:hAnsiTheme="minorHAnsi" w:cstheme="minorHAnsi"/>
                <w:sz w:val="22"/>
              </w:rPr>
            </w:pPr>
          </w:p>
        </w:tc>
        <w:tc>
          <w:tcPr>
            <w:tcW w:w="5242" w:type="dxa"/>
            <w:tcBorders>
              <w:top w:val="single" w:sz="4" w:space="0" w:color="auto"/>
            </w:tcBorders>
          </w:tcPr>
          <w:p w14:paraId="37F47ED8"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Fax Number</w:t>
            </w:r>
          </w:p>
        </w:tc>
      </w:tr>
      <w:tr w:rsidR="006F1C55" w:rsidRPr="00981026" w14:paraId="5D0F5878" w14:textId="77777777" w:rsidTr="00A056C2">
        <w:tc>
          <w:tcPr>
            <w:tcW w:w="5008" w:type="dxa"/>
            <w:tcBorders>
              <w:bottom w:val="single" w:sz="4" w:space="0" w:color="auto"/>
            </w:tcBorders>
          </w:tcPr>
          <w:p w14:paraId="2212570A" w14:textId="77777777" w:rsidR="006F1C55" w:rsidRPr="00981026" w:rsidRDefault="006F1C55">
            <w:pPr>
              <w:rPr>
                <w:rFonts w:asciiTheme="minorHAnsi" w:hAnsiTheme="minorHAnsi" w:cstheme="minorHAnsi"/>
                <w:sz w:val="22"/>
              </w:rPr>
            </w:pPr>
            <w:r>
              <w:rPr>
                <w:rFonts w:asciiTheme="minorHAnsi" w:hAnsiTheme="minorHAnsi" w:cstheme="minorHAnsi"/>
                <w:sz w:val="22"/>
              </w:rPr>
              <w:t>Indianapolis, IN  46204</w:t>
            </w:r>
          </w:p>
        </w:tc>
        <w:tc>
          <w:tcPr>
            <w:tcW w:w="442" w:type="dxa"/>
          </w:tcPr>
          <w:p w14:paraId="34A1D53A" w14:textId="77777777" w:rsidR="006F1C55" w:rsidRPr="00981026" w:rsidRDefault="006F1C55">
            <w:pPr>
              <w:rPr>
                <w:rFonts w:asciiTheme="minorHAnsi" w:hAnsiTheme="minorHAnsi" w:cstheme="minorHAnsi"/>
                <w:sz w:val="22"/>
              </w:rPr>
            </w:pPr>
          </w:p>
        </w:tc>
        <w:tc>
          <w:tcPr>
            <w:tcW w:w="5242" w:type="dxa"/>
            <w:tcBorders>
              <w:bottom w:val="single" w:sz="4" w:space="0" w:color="auto"/>
            </w:tcBorders>
          </w:tcPr>
          <w:p w14:paraId="3F7DED8F" w14:textId="77777777" w:rsidR="006F1C55" w:rsidRPr="00981026" w:rsidRDefault="006F1C55">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1" locked="0" layoutInCell="1" allowOverlap="1" wp14:anchorId="66F7ABF8" wp14:editId="60C0C01A">
                  <wp:simplePos x="0" y="0"/>
                  <wp:positionH relativeFrom="column">
                    <wp:posOffset>885190</wp:posOffset>
                  </wp:positionH>
                  <wp:positionV relativeFrom="paragraph">
                    <wp:posOffset>134620</wp:posOffset>
                  </wp:positionV>
                  <wp:extent cx="789940" cy="465500"/>
                  <wp:effectExtent l="0" t="0" r="0" b="0"/>
                  <wp:wrapNone/>
                  <wp:docPr id="1" name="Picture 1" descr="A blue signature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45950" name="Picture 1" descr="A blue signature on a white background&#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9940" cy="46550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sz w:val="22"/>
              </w:rPr>
              <w:t>Andrew.Hoff@tylertech.com</w:t>
            </w:r>
          </w:p>
        </w:tc>
      </w:tr>
      <w:tr w:rsidR="006F1C55" w:rsidRPr="00981026" w14:paraId="23EA4AD4" w14:textId="77777777" w:rsidTr="00A056C2">
        <w:tc>
          <w:tcPr>
            <w:tcW w:w="5008" w:type="dxa"/>
            <w:tcBorders>
              <w:bottom w:val="single" w:sz="4" w:space="0" w:color="auto"/>
            </w:tcBorders>
          </w:tcPr>
          <w:p w14:paraId="30C1E569"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City/State/Zip Code</w:t>
            </w:r>
          </w:p>
          <w:p w14:paraId="198AC39D" w14:textId="77777777" w:rsidR="006F1C55" w:rsidRPr="00981026" w:rsidRDefault="006F1C55">
            <w:pPr>
              <w:rPr>
                <w:rFonts w:asciiTheme="minorHAnsi" w:hAnsiTheme="minorHAnsi" w:cstheme="minorHAnsi"/>
                <w:sz w:val="22"/>
              </w:rPr>
            </w:pPr>
            <w:r>
              <w:rPr>
                <w:rFonts w:asciiTheme="minorHAnsi" w:hAnsiTheme="minorHAnsi" w:cstheme="minorHAnsi"/>
                <w:sz w:val="22"/>
              </w:rPr>
              <w:t>Andrew Hoff</w:t>
            </w:r>
          </w:p>
        </w:tc>
        <w:tc>
          <w:tcPr>
            <w:tcW w:w="442" w:type="dxa"/>
          </w:tcPr>
          <w:p w14:paraId="7B7F2909" w14:textId="77777777" w:rsidR="006F1C55" w:rsidRPr="00981026" w:rsidRDefault="006F1C55">
            <w:pPr>
              <w:rPr>
                <w:rFonts w:asciiTheme="minorHAnsi" w:hAnsiTheme="minorHAnsi" w:cstheme="minorHAnsi"/>
                <w:sz w:val="22"/>
              </w:rPr>
            </w:pPr>
          </w:p>
        </w:tc>
        <w:tc>
          <w:tcPr>
            <w:tcW w:w="5242" w:type="dxa"/>
            <w:tcBorders>
              <w:bottom w:val="single" w:sz="4" w:space="0" w:color="auto"/>
            </w:tcBorders>
          </w:tcPr>
          <w:p w14:paraId="585637A7"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Email Address</w:t>
            </w:r>
          </w:p>
          <w:p w14:paraId="7EA1E565" w14:textId="77777777" w:rsidR="006F1C55" w:rsidRPr="00981026" w:rsidRDefault="006F1C55">
            <w:pPr>
              <w:rPr>
                <w:rFonts w:asciiTheme="minorHAnsi" w:hAnsiTheme="minorHAnsi" w:cstheme="minorHAnsi"/>
                <w:sz w:val="22"/>
              </w:rPr>
            </w:pPr>
          </w:p>
        </w:tc>
      </w:tr>
      <w:tr w:rsidR="006F1C55" w:rsidRPr="00981026" w14:paraId="7CB50706" w14:textId="77777777" w:rsidTr="00A056C2">
        <w:tc>
          <w:tcPr>
            <w:tcW w:w="5008" w:type="dxa"/>
            <w:tcBorders>
              <w:bottom w:val="single" w:sz="4" w:space="0" w:color="auto"/>
            </w:tcBorders>
          </w:tcPr>
          <w:p w14:paraId="6E4579A9"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Representative</w:t>
            </w:r>
          </w:p>
          <w:p w14:paraId="7A592FA4" w14:textId="77777777" w:rsidR="006F1C55" w:rsidRPr="00981026" w:rsidRDefault="006F1C55">
            <w:pPr>
              <w:rPr>
                <w:rFonts w:asciiTheme="minorHAnsi" w:hAnsiTheme="minorHAnsi" w:cstheme="minorHAnsi"/>
                <w:sz w:val="22"/>
              </w:rPr>
            </w:pPr>
            <w:r>
              <w:rPr>
                <w:rFonts w:asciiTheme="minorHAnsi" w:hAnsiTheme="minorHAnsi" w:cstheme="minorHAnsi"/>
                <w:sz w:val="22"/>
              </w:rPr>
              <w:t>July 25, 2023</w:t>
            </w:r>
          </w:p>
        </w:tc>
        <w:tc>
          <w:tcPr>
            <w:tcW w:w="442" w:type="dxa"/>
          </w:tcPr>
          <w:p w14:paraId="4A85B278" w14:textId="77777777" w:rsidR="006F1C55" w:rsidRPr="00981026" w:rsidRDefault="006F1C55">
            <w:pPr>
              <w:rPr>
                <w:rFonts w:asciiTheme="minorHAnsi" w:hAnsiTheme="minorHAnsi" w:cstheme="minorHAnsi"/>
                <w:sz w:val="22"/>
              </w:rPr>
            </w:pPr>
          </w:p>
        </w:tc>
        <w:tc>
          <w:tcPr>
            <w:tcW w:w="5242" w:type="dxa"/>
            <w:tcBorders>
              <w:bottom w:val="single" w:sz="4" w:space="0" w:color="auto"/>
            </w:tcBorders>
          </w:tcPr>
          <w:p w14:paraId="061C843B"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Authorizing Signature</w:t>
            </w:r>
          </w:p>
          <w:p w14:paraId="0F098EB9" w14:textId="46A8159F" w:rsidR="006F1C55" w:rsidRPr="00981026" w:rsidRDefault="006F1C55">
            <w:pPr>
              <w:rPr>
                <w:rFonts w:asciiTheme="minorHAnsi" w:hAnsiTheme="minorHAnsi" w:cstheme="minorHAnsi"/>
                <w:sz w:val="22"/>
              </w:rPr>
            </w:pPr>
            <w:r>
              <w:rPr>
                <w:rFonts w:asciiTheme="minorHAnsi" w:hAnsiTheme="minorHAnsi" w:cstheme="minorHAnsi"/>
                <w:sz w:val="22"/>
              </w:rPr>
              <w:t xml:space="preserve">Andrew Hoff, </w:t>
            </w:r>
            <w:r w:rsidR="00FE6B8B">
              <w:rPr>
                <w:rFonts w:asciiTheme="minorHAnsi" w:hAnsiTheme="minorHAnsi" w:cstheme="minorHAnsi"/>
                <w:sz w:val="22"/>
              </w:rPr>
              <w:t xml:space="preserve">President &amp; </w:t>
            </w:r>
            <w:r>
              <w:rPr>
                <w:rFonts w:asciiTheme="minorHAnsi" w:hAnsiTheme="minorHAnsi" w:cstheme="minorHAnsi"/>
                <w:sz w:val="22"/>
              </w:rPr>
              <w:t>General Manager</w:t>
            </w:r>
          </w:p>
        </w:tc>
      </w:tr>
      <w:tr w:rsidR="006F1C55" w:rsidRPr="00981026" w14:paraId="68051D96" w14:textId="77777777" w:rsidTr="00A056C2">
        <w:tc>
          <w:tcPr>
            <w:tcW w:w="5008" w:type="dxa"/>
            <w:tcBorders>
              <w:top w:val="single" w:sz="4" w:space="0" w:color="auto"/>
            </w:tcBorders>
          </w:tcPr>
          <w:p w14:paraId="47DB7DBF"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Date</w:t>
            </w:r>
          </w:p>
        </w:tc>
        <w:tc>
          <w:tcPr>
            <w:tcW w:w="442" w:type="dxa"/>
          </w:tcPr>
          <w:p w14:paraId="4A73D8EF" w14:textId="77777777" w:rsidR="006F1C55" w:rsidRPr="00981026" w:rsidRDefault="006F1C55">
            <w:pPr>
              <w:rPr>
                <w:rFonts w:asciiTheme="minorHAnsi" w:hAnsiTheme="minorHAnsi" w:cstheme="minorHAnsi"/>
                <w:sz w:val="22"/>
              </w:rPr>
            </w:pPr>
          </w:p>
        </w:tc>
        <w:tc>
          <w:tcPr>
            <w:tcW w:w="5242" w:type="dxa"/>
            <w:tcBorders>
              <w:top w:val="single" w:sz="4" w:space="0" w:color="auto"/>
            </w:tcBorders>
          </w:tcPr>
          <w:p w14:paraId="59562CC7"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Printed Name and Title</w:t>
            </w:r>
          </w:p>
          <w:p w14:paraId="5A00B3F8" w14:textId="77777777" w:rsidR="006F1C55" w:rsidRPr="00981026" w:rsidRDefault="006F1C55">
            <w:pPr>
              <w:rPr>
                <w:rFonts w:asciiTheme="minorHAnsi" w:hAnsiTheme="minorHAnsi" w:cstheme="minorHAnsi"/>
                <w:sz w:val="22"/>
              </w:rPr>
            </w:pPr>
          </w:p>
        </w:tc>
      </w:tr>
    </w:tbl>
    <w:p w14:paraId="274D044C" w14:textId="299BD21F" w:rsidR="006F1C55" w:rsidRPr="00981026" w:rsidRDefault="00A056C2" w:rsidP="006F1C55">
      <w:pPr>
        <w:ind w:left="360"/>
        <w:jc w:val="center"/>
        <w:rPr>
          <w:rFonts w:asciiTheme="minorHAnsi" w:hAnsiTheme="minorHAnsi" w:cstheme="minorHAnsi"/>
          <w:sz w:val="22"/>
        </w:rPr>
      </w:pPr>
      <w:r>
        <w:rPr>
          <w:rFonts w:asciiTheme="minorHAnsi" w:hAnsiTheme="minorHAnsi" w:cstheme="minorHAnsi"/>
          <w:b/>
          <w:sz w:val="22"/>
        </w:rPr>
        <w:sym w:font="Wingdings" w:char="F078"/>
      </w:r>
      <w:r w:rsidR="006F1C55">
        <w:rPr>
          <w:rFonts w:asciiTheme="minorHAnsi" w:hAnsiTheme="minorHAnsi" w:cstheme="minorHAnsi"/>
          <w:sz w:val="22"/>
        </w:rPr>
        <w:t xml:space="preserve"> </w:t>
      </w:r>
      <w:r w:rsidR="006F1C55" w:rsidRPr="00981026">
        <w:rPr>
          <w:rFonts w:asciiTheme="minorHAnsi" w:hAnsiTheme="minorHAnsi" w:cstheme="minorHAnsi"/>
          <w:sz w:val="22"/>
        </w:rPr>
        <w:t xml:space="preserve">Please check if additional forms are attached.    </w:t>
      </w:r>
    </w:p>
    <w:p w14:paraId="50AA944D" w14:textId="1855FA2C" w:rsidR="006F1C55" w:rsidRPr="00981026" w:rsidRDefault="006F1C55" w:rsidP="006F1C55">
      <w:pPr>
        <w:ind w:left="360"/>
        <w:jc w:val="center"/>
        <w:rPr>
          <w:rFonts w:asciiTheme="minorHAnsi" w:hAnsiTheme="minorHAnsi" w:cstheme="minorHAnsi"/>
          <w:sz w:val="22"/>
        </w:rPr>
      </w:pPr>
      <w:r w:rsidRPr="00981026">
        <w:rPr>
          <w:rFonts w:asciiTheme="minorHAnsi" w:hAnsiTheme="minorHAnsi" w:cstheme="minorHAnsi"/>
          <w:sz w:val="22"/>
        </w:rPr>
        <w:t>Page ____</w:t>
      </w:r>
      <w:r w:rsidR="00F70678">
        <w:rPr>
          <w:rFonts w:asciiTheme="minorHAnsi" w:hAnsiTheme="minorHAnsi" w:cstheme="minorHAnsi"/>
          <w:sz w:val="22"/>
          <w:u w:val="single"/>
        </w:rPr>
        <w:t>2</w:t>
      </w:r>
      <w:r w:rsidRPr="00981026">
        <w:rPr>
          <w:rFonts w:asciiTheme="minorHAnsi" w:hAnsiTheme="minorHAnsi" w:cstheme="minorHAnsi"/>
          <w:sz w:val="22"/>
        </w:rPr>
        <w:t>____ of _____</w:t>
      </w:r>
      <w:r w:rsidR="00E83518">
        <w:rPr>
          <w:rFonts w:asciiTheme="minorHAnsi" w:hAnsiTheme="minorHAnsi" w:cstheme="minorHAnsi"/>
          <w:sz w:val="22"/>
          <w:u w:val="single"/>
        </w:rPr>
        <w:t>2</w:t>
      </w:r>
      <w:r w:rsidRPr="00981026">
        <w:rPr>
          <w:rFonts w:asciiTheme="minorHAnsi" w:hAnsiTheme="minorHAnsi" w:cstheme="minorHAnsi"/>
          <w:sz w:val="22"/>
        </w:rPr>
        <w:t>_____</w:t>
      </w:r>
    </w:p>
    <w:p w14:paraId="3B082CC2" w14:textId="77777777" w:rsidR="006F1C55" w:rsidRDefault="006F1C55" w:rsidP="006F1C55">
      <w:pPr>
        <w:ind w:left="360"/>
        <w:jc w:val="center"/>
        <w:rPr>
          <w:rFonts w:asciiTheme="minorHAnsi" w:hAnsiTheme="minorHAnsi" w:cstheme="minorHAnsi"/>
          <w:b/>
        </w:rPr>
      </w:pPr>
    </w:p>
    <w:p w14:paraId="47B4288D" w14:textId="28607224" w:rsidR="0056743B" w:rsidRPr="00981026" w:rsidRDefault="006F1C55" w:rsidP="00E83518">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BBFE2" w14:textId="77777777" w:rsidR="002732BC" w:rsidRDefault="002732BC">
      <w:pPr>
        <w:spacing w:line="20" w:lineRule="exact"/>
      </w:pPr>
    </w:p>
  </w:endnote>
  <w:endnote w:type="continuationSeparator" w:id="0">
    <w:p w14:paraId="08224580" w14:textId="77777777" w:rsidR="002732BC" w:rsidRDefault="002732BC">
      <w:r>
        <w:t xml:space="preserve"> </w:t>
      </w:r>
    </w:p>
  </w:endnote>
  <w:endnote w:type="continuationNotice" w:id="1">
    <w:p w14:paraId="59CFEBF8" w14:textId="77777777" w:rsidR="002732BC" w:rsidRDefault="002732B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C6B4A" w14:textId="77777777" w:rsidR="002732BC" w:rsidRDefault="002732BC">
      <w:r>
        <w:separator/>
      </w:r>
    </w:p>
  </w:footnote>
  <w:footnote w:type="continuationSeparator" w:id="0">
    <w:p w14:paraId="4621BBC1" w14:textId="77777777" w:rsidR="002732BC" w:rsidRDefault="002732BC">
      <w:r>
        <w:continuationSeparator/>
      </w:r>
    </w:p>
  </w:footnote>
  <w:footnote w:type="continuationNotice" w:id="1">
    <w:p w14:paraId="28047360" w14:textId="77777777" w:rsidR="002732BC" w:rsidRDefault="002732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02175107">
    <w:abstractNumId w:val="5"/>
  </w:num>
  <w:num w:numId="2" w16cid:durableId="1423838085">
    <w:abstractNumId w:val="4"/>
  </w:num>
  <w:num w:numId="3" w16cid:durableId="1636056612">
    <w:abstractNumId w:val="2"/>
  </w:num>
  <w:num w:numId="4" w16cid:durableId="388920783">
    <w:abstractNumId w:val="1"/>
  </w:num>
  <w:num w:numId="5" w16cid:durableId="176121884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1744257">
    <w:abstractNumId w:val="3"/>
  </w:num>
  <w:num w:numId="7" w16cid:durableId="2109231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4631"/>
    <w:rsid w:val="00007D56"/>
    <w:rsid w:val="00011B7A"/>
    <w:rsid w:val="000164DE"/>
    <w:rsid w:val="00020863"/>
    <w:rsid w:val="0002486C"/>
    <w:rsid w:val="000267AB"/>
    <w:rsid w:val="00034AD5"/>
    <w:rsid w:val="00041AA9"/>
    <w:rsid w:val="00043E58"/>
    <w:rsid w:val="00051EF3"/>
    <w:rsid w:val="00055AE0"/>
    <w:rsid w:val="000572C2"/>
    <w:rsid w:val="00063877"/>
    <w:rsid w:val="00065535"/>
    <w:rsid w:val="00066D51"/>
    <w:rsid w:val="00070D7C"/>
    <w:rsid w:val="0007191B"/>
    <w:rsid w:val="00071A2F"/>
    <w:rsid w:val="00083501"/>
    <w:rsid w:val="00083B4B"/>
    <w:rsid w:val="000851D0"/>
    <w:rsid w:val="00094FAD"/>
    <w:rsid w:val="00095155"/>
    <w:rsid w:val="000A22C8"/>
    <w:rsid w:val="000A3CC6"/>
    <w:rsid w:val="000A4C93"/>
    <w:rsid w:val="000A711A"/>
    <w:rsid w:val="000B0BEA"/>
    <w:rsid w:val="000B524B"/>
    <w:rsid w:val="000B7D5B"/>
    <w:rsid w:val="000C1BA4"/>
    <w:rsid w:val="000C3A8F"/>
    <w:rsid w:val="000C5C51"/>
    <w:rsid w:val="000D0EDE"/>
    <w:rsid w:val="000D18C2"/>
    <w:rsid w:val="000D3292"/>
    <w:rsid w:val="000D4315"/>
    <w:rsid w:val="000D5959"/>
    <w:rsid w:val="000F1838"/>
    <w:rsid w:val="000F2ABB"/>
    <w:rsid w:val="000F2D9A"/>
    <w:rsid w:val="000F73E7"/>
    <w:rsid w:val="00104585"/>
    <w:rsid w:val="00104E70"/>
    <w:rsid w:val="0010509B"/>
    <w:rsid w:val="00110BDC"/>
    <w:rsid w:val="00110F58"/>
    <w:rsid w:val="00111441"/>
    <w:rsid w:val="00112176"/>
    <w:rsid w:val="001149BD"/>
    <w:rsid w:val="00117451"/>
    <w:rsid w:val="00120B5D"/>
    <w:rsid w:val="00120F7A"/>
    <w:rsid w:val="0012295B"/>
    <w:rsid w:val="00125A2C"/>
    <w:rsid w:val="00130FC6"/>
    <w:rsid w:val="001407EA"/>
    <w:rsid w:val="001412B8"/>
    <w:rsid w:val="00142105"/>
    <w:rsid w:val="00143535"/>
    <w:rsid w:val="001528E3"/>
    <w:rsid w:val="001545BE"/>
    <w:rsid w:val="00155A9E"/>
    <w:rsid w:val="00162995"/>
    <w:rsid w:val="0016532C"/>
    <w:rsid w:val="00166117"/>
    <w:rsid w:val="00167790"/>
    <w:rsid w:val="00176357"/>
    <w:rsid w:val="00176D5D"/>
    <w:rsid w:val="001829B2"/>
    <w:rsid w:val="001855DC"/>
    <w:rsid w:val="0018656F"/>
    <w:rsid w:val="0019490A"/>
    <w:rsid w:val="0019776E"/>
    <w:rsid w:val="001A39DF"/>
    <w:rsid w:val="001A3B6E"/>
    <w:rsid w:val="001A4F20"/>
    <w:rsid w:val="001A6FF0"/>
    <w:rsid w:val="001B069B"/>
    <w:rsid w:val="001B38CF"/>
    <w:rsid w:val="001B40EC"/>
    <w:rsid w:val="001B4D41"/>
    <w:rsid w:val="001B5BF6"/>
    <w:rsid w:val="001C14D1"/>
    <w:rsid w:val="001C3040"/>
    <w:rsid w:val="001D767A"/>
    <w:rsid w:val="001E16F2"/>
    <w:rsid w:val="001E35E9"/>
    <w:rsid w:val="001E50DF"/>
    <w:rsid w:val="001F2296"/>
    <w:rsid w:val="001F29EE"/>
    <w:rsid w:val="001F337D"/>
    <w:rsid w:val="001F39BA"/>
    <w:rsid w:val="001F5675"/>
    <w:rsid w:val="00204670"/>
    <w:rsid w:val="002118B0"/>
    <w:rsid w:val="00214CAD"/>
    <w:rsid w:val="002236E3"/>
    <w:rsid w:val="00226829"/>
    <w:rsid w:val="002317BF"/>
    <w:rsid w:val="0023206E"/>
    <w:rsid w:val="002340AE"/>
    <w:rsid w:val="002359D6"/>
    <w:rsid w:val="00236DD2"/>
    <w:rsid w:val="00240495"/>
    <w:rsid w:val="0024167A"/>
    <w:rsid w:val="00241B3C"/>
    <w:rsid w:val="00242A92"/>
    <w:rsid w:val="00260820"/>
    <w:rsid w:val="002612DA"/>
    <w:rsid w:val="00261D48"/>
    <w:rsid w:val="0026455E"/>
    <w:rsid w:val="00264C7E"/>
    <w:rsid w:val="002652F1"/>
    <w:rsid w:val="00265FC1"/>
    <w:rsid w:val="002661CA"/>
    <w:rsid w:val="0027262F"/>
    <w:rsid w:val="002732BC"/>
    <w:rsid w:val="00284CBC"/>
    <w:rsid w:val="002854D0"/>
    <w:rsid w:val="00292B21"/>
    <w:rsid w:val="00292CD0"/>
    <w:rsid w:val="002A4C63"/>
    <w:rsid w:val="002A5FFB"/>
    <w:rsid w:val="002A7A52"/>
    <w:rsid w:val="002B7983"/>
    <w:rsid w:val="002C02DB"/>
    <w:rsid w:val="002C3E02"/>
    <w:rsid w:val="002C7A14"/>
    <w:rsid w:val="002D16B1"/>
    <w:rsid w:val="002D7DDD"/>
    <w:rsid w:val="002E0499"/>
    <w:rsid w:val="002E455C"/>
    <w:rsid w:val="002E4E68"/>
    <w:rsid w:val="002E5E1B"/>
    <w:rsid w:val="002E6A4F"/>
    <w:rsid w:val="002E73B6"/>
    <w:rsid w:val="002F13FD"/>
    <w:rsid w:val="002F2DEB"/>
    <w:rsid w:val="002F493F"/>
    <w:rsid w:val="0030461E"/>
    <w:rsid w:val="00306266"/>
    <w:rsid w:val="003155B3"/>
    <w:rsid w:val="003200D4"/>
    <w:rsid w:val="00324188"/>
    <w:rsid w:val="00326BBE"/>
    <w:rsid w:val="003307B0"/>
    <w:rsid w:val="00336765"/>
    <w:rsid w:val="0034237D"/>
    <w:rsid w:val="003512AC"/>
    <w:rsid w:val="0035148F"/>
    <w:rsid w:val="003518CC"/>
    <w:rsid w:val="00360A86"/>
    <w:rsid w:val="0036104C"/>
    <w:rsid w:val="00361555"/>
    <w:rsid w:val="00363C36"/>
    <w:rsid w:val="00372D88"/>
    <w:rsid w:val="00373CA5"/>
    <w:rsid w:val="003826C8"/>
    <w:rsid w:val="003843F1"/>
    <w:rsid w:val="003867F4"/>
    <w:rsid w:val="00390AEE"/>
    <w:rsid w:val="00391A18"/>
    <w:rsid w:val="0039630E"/>
    <w:rsid w:val="003971FF"/>
    <w:rsid w:val="00397BC9"/>
    <w:rsid w:val="003A2BF3"/>
    <w:rsid w:val="003A5602"/>
    <w:rsid w:val="003A6ED0"/>
    <w:rsid w:val="003A7DFD"/>
    <w:rsid w:val="003B1603"/>
    <w:rsid w:val="003C39C4"/>
    <w:rsid w:val="003C77E0"/>
    <w:rsid w:val="003C7A34"/>
    <w:rsid w:val="003D6AE2"/>
    <w:rsid w:val="003E0AD6"/>
    <w:rsid w:val="003E129B"/>
    <w:rsid w:val="003E1F26"/>
    <w:rsid w:val="003E5905"/>
    <w:rsid w:val="003E749A"/>
    <w:rsid w:val="003F0E5E"/>
    <w:rsid w:val="003F227C"/>
    <w:rsid w:val="003F341C"/>
    <w:rsid w:val="003F3B0C"/>
    <w:rsid w:val="003F64AE"/>
    <w:rsid w:val="004003AB"/>
    <w:rsid w:val="00410AE4"/>
    <w:rsid w:val="0041249C"/>
    <w:rsid w:val="00421915"/>
    <w:rsid w:val="004262AD"/>
    <w:rsid w:val="004319CD"/>
    <w:rsid w:val="00431BF0"/>
    <w:rsid w:val="0043330B"/>
    <w:rsid w:val="004335DD"/>
    <w:rsid w:val="00433E27"/>
    <w:rsid w:val="00441F72"/>
    <w:rsid w:val="00451048"/>
    <w:rsid w:val="00454B6C"/>
    <w:rsid w:val="004611A5"/>
    <w:rsid w:val="004620D1"/>
    <w:rsid w:val="0046244D"/>
    <w:rsid w:val="00463108"/>
    <w:rsid w:val="00465EA6"/>
    <w:rsid w:val="00466F7A"/>
    <w:rsid w:val="00470D50"/>
    <w:rsid w:val="00470F05"/>
    <w:rsid w:val="004733DD"/>
    <w:rsid w:val="00473BD4"/>
    <w:rsid w:val="00477F20"/>
    <w:rsid w:val="00480652"/>
    <w:rsid w:val="0048126F"/>
    <w:rsid w:val="00481D54"/>
    <w:rsid w:val="00485547"/>
    <w:rsid w:val="0049415D"/>
    <w:rsid w:val="0049479E"/>
    <w:rsid w:val="00495040"/>
    <w:rsid w:val="00495730"/>
    <w:rsid w:val="00495FCE"/>
    <w:rsid w:val="00497364"/>
    <w:rsid w:val="004979AC"/>
    <w:rsid w:val="004B4727"/>
    <w:rsid w:val="004B72DC"/>
    <w:rsid w:val="004C1EF3"/>
    <w:rsid w:val="004C5C25"/>
    <w:rsid w:val="004D04D8"/>
    <w:rsid w:val="004D6743"/>
    <w:rsid w:val="004D70A9"/>
    <w:rsid w:val="004E0965"/>
    <w:rsid w:val="004E2BB3"/>
    <w:rsid w:val="004E3E76"/>
    <w:rsid w:val="004F01CC"/>
    <w:rsid w:val="004F0BBB"/>
    <w:rsid w:val="004F344F"/>
    <w:rsid w:val="004F485A"/>
    <w:rsid w:val="00500695"/>
    <w:rsid w:val="00502DD1"/>
    <w:rsid w:val="00503132"/>
    <w:rsid w:val="00505CFC"/>
    <w:rsid w:val="00514316"/>
    <w:rsid w:val="0051440A"/>
    <w:rsid w:val="005154CC"/>
    <w:rsid w:val="0051675E"/>
    <w:rsid w:val="005234FB"/>
    <w:rsid w:val="00526252"/>
    <w:rsid w:val="005336EA"/>
    <w:rsid w:val="005349BC"/>
    <w:rsid w:val="00535493"/>
    <w:rsid w:val="00535ECD"/>
    <w:rsid w:val="00536B86"/>
    <w:rsid w:val="005374C3"/>
    <w:rsid w:val="005404F5"/>
    <w:rsid w:val="005449F5"/>
    <w:rsid w:val="005462A5"/>
    <w:rsid w:val="005477C1"/>
    <w:rsid w:val="0055029B"/>
    <w:rsid w:val="00554866"/>
    <w:rsid w:val="00560BA9"/>
    <w:rsid w:val="005616AE"/>
    <w:rsid w:val="00565451"/>
    <w:rsid w:val="00565792"/>
    <w:rsid w:val="00566AA4"/>
    <w:rsid w:val="0056743B"/>
    <w:rsid w:val="0057732D"/>
    <w:rsid w:val="00577B61"/>
    <w:rsid w:val="005826C4"/>
    <w:rsid w:val="00584B16"/>
    <w:rsid w:val="00586848"/>
    <w:rsid w:val="00586985"/>
    <w:rsid w:val="005A5BBF"/>
    <w:rsid w:val="005A797D"/>
    <w:rsid w:val="005B131D"/>
    <w:rsid w:val="005B397F"/>
    <w:rsid w:val="005B3F17"/>
    <w:rsid w:val="005B4A11"/>
    <w:rsid w:val="005B7428"/>
    <w:rsid w:val="005C772F"/>
    <w:rsid w:val="005D0AFC"/>
    <w:rsid w:val="005D205C"/>
    <w:rsid w:val="005D4D5E"/>
    <w:rsid w:val="005D53EC"/>
    <w:rsid w:val="005D6A5F"/>
    <w:rsid w:val="005D6DA2"/>
    <w:rsid w:val="005D7710"/>
    <w:rsid w:val="005E0144"/>
    <w:rsid w:val="005E4CED"/>
    <w:rsid w:val="005E737F"/>
    <w:rsid w:val="005F5601"/>
    <w:rsid w:val="005F6D94"/>
    <w:rsid w:val="00616CB7"/>
    <w:rsid w:val="00623990"/>
    <w:rsid w:val="006264B2"/>
    <w:rsid w:val="00631D2F"/>
    <w:rsid w:val="00635042"/>
    <w:rsid w:val="00642F2A"/>
    <w:rsid w:val="006479A8"/>
    <w:rsid w:val="00651E3C"/>
    <w:rsid w:val="006533FC"/>
    <w:rsid w:val="00653FEC"/>
    <w:rsid w:val="0067012E"/>
    <w:rsid w:val="00684121"/>
    <w:rsid w:val="00685F7A"/>
    <w:rsid w:val="006869DD"/>
    <w:rsid w:val="0068704A"/>
    <w:rsid w:val="00691148"/>
    <w:rsid w:val="0069144D"/>
    <w:rsid w:val="006916C8"/>
    <w:rsid w:val="00694C9D"/>
    <w:rsid w:val="006A035A"/>
    <w:rsid w:val="006A3B39"/>
    <w:rsid w:val="006A70A0"/>
    <w:rsid w:val="006A718C"/>
    <w:rsid w:val="006B13CB"/>
    <w:rsid w:val="006B1684"/>
    <w:rsid w:val="006C362C"/>
    <w:rsid w:val="006C5765"/>
    <w:rsid w:val="006D2C90"/>
    <w:rsid w:val="006D39A8"/>
    <w:rsid w:val="006D3BA4"/>
    <w:rsid w:val="006D5D37"/>
    <w:rsid w:val="006D74EE"/>
    <w:rsid w:val="006D7B6C"/>
    <w:rsid w:val="006E05C8"/>
    <w:rsid w:val="006E4953"/>
    <w:rsid w:val="006E4C35"/>
    <w:rsid w:val="006E4C9E"/>
    <w:rsid w:val="006E56E3"/>
    <w:rsid w:val="006E5F4E"/>
    <w:rsid w:val="006E7AB7"/>
    <w:rsid w:val="006F1B93"/>
    <w:rsid w:val="006F1C55"/>
    <w:rsid w:val="006F219C"/>
    <w:rsid w:val="006F3353"/>
    <w:rsid w:val="006F631E"/>
    <w:rsid w:val="0070331D"/>
    <w:rsid w:val="0070540F"/>
    <w:rsid w:val="007067F4"/>
    <w:rsid w:val="00706817"/>
    <w:rsid w:val="00710024"/>
    <w:rsid w:val="007206C0"/>
    <w:rsid w:val="00723572"/>
    <w:rsid w:val="00723D2C"/>
    <w:rsid w:val="007241A3"/>
    <w:rsid w:val="00727965"/>
    <w:rsid w:val="007279B0"/>
    <w:rsid w:val="00727FFB"/>
    <w:rsid w:val="00730EEF"/>
    <w:rsid w:val="0073296D"/>
    <w:rsid w:val="00733929"/>
    <w:rsid w:val="007438B1"/>
    <w:rsid w:val="007465D4"/>
    <w:rsid w:val="00747C0A"/>
    <w:rsid w:val="007542E2"/>
    <w:rsid w:val="00756C9C"/>
    <w:rsid w:val="00757B25"/>
    <w:rsid w:val="00762EA0"/>
    <w:rsid w:val="00764EF9"/>
    <w:rsid w:val="00765534"/>
    <w:rsid w:val="00766D2C"/>
    <w:rsid w:val="00770FA6"/>
    <w:rsid w:val="00771D0B"/>
    <w:rsid w:val="00772173"/>
    <w:rsid w:val="007742C4"/>
    <w:rsid w:val="0078699A"/>
    <w:rsid w:val="007A0F55"/>
    <w:rsid w:val="007A6E7B"/>
    <w:rsid w:val="007C0223"/>
    <w:rsid w:val="007C09A3"/>
    <w:rsid w:val="007C6B08"/>
    <w:rsid w:val="007C7B5E"/>
    <w:rsid w:val="007D0B81"/>
    <w:rsid w:val="007D4917"/>
    <w:rsid w:val="007D7739"/>
    <w:rsid w:val="007E37C7"/>
    <w:rsid w:val="007F3375"/>
    <w:rsid w:val="007F48CC"/>
    <w:rsid w:val="00802D2F"/>
    <w:rsid w:val="0080583D"/>
    <w:rsid w:val="00805CE8"/>
    <w:rsid w:val="00811E81"/>
    <w:rsid w:val="0081470A"/>
    <w:rsid w:val="00814B1D"/>
    <w:rsid w:val="00820D45"/>
    <w:rsid w:val="00821370"/>
    <w:rsid w:val="008221C2"/>
    <w:rsid w:val="00826B95"/>
    <w:rsid w:val="00830DA3"/>
    <w:rsid w:val="008318B2"/>
    <w:rsid w:val="00834B3A"/>
    <w:rsid w:val="00837304"/>
    <w:rsid w:val="00846562"/>
    <w:rsid w:val="00850C98"/>
    <w:rsid w:val="00851C98"/>
    <w:rsid w:val="00853652"/>
    <w:rsid w:val="00853C42"/>
    <w:rsid w:val="00865E31"/>
    <w:rsid w:val="00870976"/>
    <w:rsid w:val="008751C2"/>
    <w:rsid w:val="00882A23"/>
    <w:rsid w:val="0088587E"/>
    <w:rsid w:val="00885E30"/>
    <w:rsid w:val="00886206"/>
    <w:rsid w:val="008868B8"/>
    <w:rsid w:val="0089129E"/>
    <w:rsid w:val="00894B1A"/>
    <w:rsid w:val="0089525E"/>
    <w:rsid w:val="00895D18"/>
    <w:rsid w:val="00897FFE"/>
    <w:rsid w:val="008A154A"/>
    <w:rsid w:val="008A4B1A"/>
    <w:rsid w:val="008B7152"/>
    <w:rsid w:val="008C5883"/>
    <w:rsid w:val="008C5963"/>
    <w:rsid w:val="008C59E3"/>
    <w:rsid w:val="008D5939"/>
    <w:rsid w:val="008D6078"/>
    <w:rsid w:val="008E4844"/>
    <w:rsid w:val="008E704C"/>
    <w:rsid w:val="008F60E3"/>
    <w:rsid w:val="00903E93"/>
    <w:rsid w:val="009052C7"/>
    <w:rsid w:val="009077CF"/>
    <w:rsid w:val="00911090"/>
    <w:rsid w:val="009113AC"/>
    <w:rsid w:val="009166AE"/>
    <w:rsid w:val="009235B5"/>
    <w:rsid w:val="00924FD7"/>
    <w:rsid w:val="009263A5"/>
    <w:rsid w:val="00927571"/>
    <w:rsid w:val="00933460"/>
    <w:rsid w:val="00933A34"/>
    <w:rsid w:val="0094066A"/>
    <w:rsid w:val="00941C2A"/>
    <w:rsid w:val="00945009"/>
    <w:rsid w:val="00951D8A"/>
    <w:rsid w:val="00960D51"/>
    <w:rsid w:val="009625ED"/>
    <w:rsid w:val="009629D8"/>
    <w:rsid w:val="00962AAF"/>
    <w:rsid w:val="00963066"/>
    <w:rsid w:val="00971DDD"/>
    <w:rsid w:val="009735C3"/>
    <w:rsid w:val="009741F5"/>
    <w:rsid w:val="009764AA"/>
    <w:rsid w:val="00977B74"/>
    <w:rsid w:val="00977BDB"/>
    <w:rsid w:val="00980B2D"/>
    <w:rsid w:val="00981026"/>
    <w:rsid w:val="00981CBD"/>
    <w:rsid w:val="009838E6"/>
    <w:rsid w:val="0098436E"/>
    <w:rsid w:val="009877E3"/>
    <w:rsid w:val="00993FAD"/>
    <w:rsid w:val="00994860"/>
    <w:rsid w:val="00995107"/>
    <w:rsid w:val="00995FA2"/>
    <w:rsid w:val="00996D32"/>
    <w:rsid w:val="009A3ED2"/>
    <w:rsid w:val="009A41BE"/>
    <w:rsid w:val="009B1D19"/>
    <w:rsid w:val="009B6E8D"/>
    <w:rsid w:val="009B7453"/>
    <w:rsid w:val="009C150F"/>
    <w:rsid w:val="009C1807"/>
    <w:rsid w:val="009C1CB3"/>
    <w:rsid w:val="009C2DF2"/>
    <w:rsid w:val="009C7C15"/>
    <w:rsid w:val="009D00F4"/>
    <w:rsid w:val="009D0964"/>
    <w:rsid w:val="009D59A1"/>
    <w:rsid w:val="009E4AB2"/>
    <w:rsid w:val="009E4DF1"/>
    <w:rsid w:val="009E4F8B"/>
    <w:rsid w:val="009F0144"/>
    <w:rsid w:val="009F726D"/>
    <w:rsid w:val="00A056C2"/>
    <w:rsid w:val="00A05BBB"/>
    <w:rsid w:val="00A12524"/>
    <w:rsid w:val="00A13B1A"/>
    <w:rsid w:val="00A21959"/>
    <w:rsid w:val="00A31698"/>
    <w:rsid w:val="00A33250"/>
    <w:rsid w:val="00A33BE9"/>
    <w:rsid w:val="00A36A18"/>
    <w:rsid w:val="00A41647"/>
    <w:rsid w:val="00A422E8"/>
    <w:rsid w:val="00A47B88"/>
    <w:rsid w:val="00A53ABF"/>
    <w:rsid w:val="00A55869"/>
    <w:rsid w:val="00A60F58"/>
    <w:rsid w:val="00A74F6C"/>
    <w:rsid w:val="00A8456F"/>
    <w:rsid w:val="00A84928"/>
    <w:rsid w:val="00A85189"/>
    <w:rsid w:val="00A864CB"/>
    <w:rsid w:val="00A8715C"/>
    <w:rsid w:val="00A9232C"/>
    <w:rsid w:val="00A94D49"/>
    <w:rsid w:val="00A95360"/>
    <w:rsid w:val="00AA0183"/>
    <w:rsid w:val="00AA3A6F"/>
    <w:rsid w:val="00AA421C"/>
    <w:rsid w:val="00AB0C16"/>
    <w:rsid w:val="00AB1583"/>
    <w:rsid w:val="00AB1FB2"/>
    <w:rsid w:val="00AC1490"/>
    <w:rsid w:val="00AC5F39"/>
    <w:rsid w:val="00AC73B3"/>
    <w:rsid w:val="00AD5D68"/>
    <w:rsid w:val="00AD6963"/>
    <w:rsid w:val="00AE5DC5"/>
    <w:rsid w:val="00AE64A4"/>
    <w:rsid w:val="00AF1A83"/>
    <w:rsid w:val="00AF207E"/>
    <w:rsid w:val="00AF49CC"/>
    <w:rsid w:val="00AF7B20"/>
    <w:rsid w:val="00B05D47"/>
    <w:rsid w:val="00B061C9"/>
    <w:rsid w:val="00B061D3"/>
    <w:rsid w:val="00B1156C"/>
    <w:rsid w:val="00B16020"/>
    <w:rsid w:val="00B1651B"/>
    <w:rsid w:val="00B16995"/>
    <w:rsid w:val="00B252F3"/>
    <w:rsid w:val="00B258AE"/>
    <w:rsid w:val="00B32B83"/>
    <w:rsid w:val="00B33335"/>
    <w:rsid w:val="00B5262E"/>
    <w:rsid w:val="00B555D3"/>
    <w:rsid w:val="00B6182E"/>
    <w:rsid w:val="00B679AB"/>
    <w:rsid w:val="00B67DF7"/>
    <w:rsid w:val="00B70719"/>
    <w:rsid w:val="00B766EC"/>
    <w:rsid w:val="00B76A51"/>
    <w:rsid w:val="00B825E6"/>
    <w:rsid w:val="00B90F6B"/>
    <w:rsid w:val="00BA245C"/>
    <w:rsid w:val="00BA7278"/>
    <w:rsid w:val="00BB1E18"/>
    <w:rsid w:val="00BB2F5C"/>
    <w:rsid w:val="00BB633B"/>
    <w:rsid w:val="00BB7EC5"/>
    <w:rsid w:val="00BC5F26"/>
    <w:rsid w:val="00BC738B"/>
    <w:rsid w:val="00BC7559"/>
    <w:rsid w:val="00BD40B9"/>
    <w:rsid w:val="00BD55EE"/>
    <w:rsid w:val="00BE48B0"/>
    <w:rsid w:val="00BE508C"/>
    <w:rsid w:val="00C00CFE"/>
    <w:rsid w:val="00C02E00"/>
    <w:rsid w:val="00C10562"/>
    <w:rsid w:val="00C149EC"/>
    <w:rsid w:val="00C14CB2"/>
    <w:rsid w:val="00C15B20"/>
    <w:rsid w:val="00C1691F"/>
    <w:rsid w:val="00C17463"/>
    <w:rsid w:val="00C20025"/>
    <w:rsid w:val="00C2322D"/>
    <w:rsid w:val="00C278AD"/>
    <w:rsid w:val="00C27C1F"/>
    <w:rsid w:val="00C302DA"/>
    <w:rsid w:val="00C304E7"/>
    <w:rsid w:val="00C311BD"/>
    <w:rsid w:val="00C31F4C"/>
    <w:rsid w:val="00C3289A"/>
    <w:rsid w:val="00C3391E"/>
    <w:rsid w:val="00C427B0"/>
    <w:rsid w:val="00C42CF2"/>
    <w:rsid w:val="00C513E0"/>
    <w:rsid w:val="00C62944"/>
    <w:rsid w:val="00C641E4"/>
    <w:rsid w:val="00C661FF"/>
    <w:rsid w:val="00C672B5"/>
    <w:rsid w:val="00C6789A"/>
    <w:rsid w:val="00C761A3"/>
    <w:rsid w:val="00C76691"/>
    <w:rsid w:val="00C77F8D"/>
    <w:rsid w:val="00C80CB0"/>
    <w:rsid w:val="00C81CD0"/>
    <w:rsid w:val="00C85D57"/>
    <w:rsid w:val="00C85FFE"/>
    <w:rsid w:val="00C8758F"/>
    <w:rsid w:val="00C9467D"/>
    <w:rsid w:val="00C94A38"/>
    <w:rsid w:val="00CA737B"/>
    <w:rsid w:val="00CB4AB6"/>
    <w:rsid w:val="00CC09B4"/>
    <w:rsid w:val="00CC17BC"/>
    <w:rsid w:val="00CC45FF"/>
    <w:rsid w:val="00CC78CB"/>
    <w:rsid w:val="00CD0443"/>
    <w:rsid w:val="00CD0CCE"/>
    <w:rsid w:val="00CD1F9F"/>
    <w:rsid w:val="00CD20DB"/>
    <w:rsid w:val="00CD42CE"/>
    <w:rsid w:val="00CD6EBE"/>
    <w:rsid w:val="00CE033A"/>
    <w:rsid w:val="00CE2765"/>
    <w:rsid w:val="00CE2B23"/>
    <w:rsid w:val="00CE3A6C"/>
    <w:rsid w:val="00CE6AAE"/>
    <w:rsid w:val="00CF057F"/>
    <w:rsid w:val="00CF2476"/>
    <w:rsid w:val="00CF47C5"/>
    <w:rsid w:val="00D00B4E"/>
    <w:rsid w:val="00D0299D"/>
    <w:rsid w:val="00D17DA2"/>
    <w:rsid w:val="00D25C8B"/>
    <w:rsid w:val="00D263CB"/>
    <w:rsid w:val="00D332B9"/>
    <w:rsid w:val="00D3596B"/>
    <w:rsid w:val="00D36261"/>
    <w:rsid w:val="00D44D0D"/>
    <w:rsid w:val="00D44FE4"/>
    <w:rsid w:val="00D4613A"/>
    <w:rsid w:val="00D564A1"/>
    <w:rsid w:val="00D61D70"/>
    <w:rsid w:val="00D61EDC"/>
    <w:rsid w:val="00D63148"/>
    <w:rsid w:val="00D64F91"/>
    <w:rsid w:val="00D6748C"/>
    <w:rsid w:val="00D72777"/>
    <w:rsid w:val="00D74EB0"/>
    <w:rsid w:val="00D7642E"/>
    <w:rsid w:val="00D77A67"/>
    <w:rsid w:val="00D818F0"/>
    <w:rsid w:val="00D81CF0"/>
    <w:rsid w:val="00D829BA"/>
    <w:rsid w:val="00D925F1"/>
    <w:rsid w:val="00D956F2"/>
    <w:rsid w:val="00D96E4E"/>
    <w:rsid w:val="00D97043"/>
    <w:rsid w:val="00DA040A"/>
    <w:rsid w:val="00DA0602"/>
    <w:rsid w:val="00DA5ABC"/>
    <w:rsid w:val="00DA61EC"/>
    <w:rsid w:val="00DB09CE"/>
    <w:rsid w:val="00DB25F4"/>
    <w:rsid w:val="00DB2E14"/>
    <w:rsid w:val="00DB5321"/>
    <w:rsid w:val="00DB686A"/>
    <w:rsid w:val="00DB6D55"/>
    <w:rsid w:val="00DC09ED"/>
    <w:rsid w:val="00DC0E1D"/>
    <w:rsid w:val="00DC1D7C"/>
    <w:rsid w:val="00DC47D8"/>
    <w:rsid w:val="00DD131D"/>
    <w:rsid w:val="00DD4A4F"/>
    <w:rsid w:val="00DE4BB7"/>
    <w:rsid w:val="00DE5DA3"/>
    <w:rsid w:val="00DE6333"/>
    <w:rsid w:val="00DF172C"/>
    <w:rsid w:val="00DF19F9"/>
    <w:rsid w:val="00DF505D"/>
    <w:rsid w:val="00DF6175"/>
    <w:rsid w:val="00DF7F25"/>
    <w:rsid w:val="00E03B78"/>
    <w:rsid w:val="00E13D74"/>
    <w:rsid w:val="00E14820"/>
    <w:rsid w:val="00E157BA"/>
    <w:rsid w:val="00E24844"/>
    <w:rsid w:val="00E27172"/>
    <w:rsid w:val="00E33B94"/>
    <w:rsid w:val="00E33ED3"/>
    <w:rsid w:val="00E366AB"/>
    <w:rsid w:val="00E36BA1"/>
    <w:rsid w:val="00E36E1C"/>
    <w:rsid w:val="00E37000"/>
    <w:rsid w:val="00E374B0"/>
    <w:rsid w:val="00E37C76"/>
    <w:rsid w:val="00E41582"/>
    <w:rsid w:val="00E42824"/>
    <w:rsid w:val="00E50FE9"/>
    <w:rsid w:val="00E51B65"/>
    <w:rsid w:val="00E569E7"/>
    <w:rsid w:val="00E56C5D"/>
    <w:rsid w:val="00E56E70"/>
    <w:rsid w:val="00E57E8B"/>
    <w:rsid w:val="00E70CD9"/>
    <w:rsid w:val="00E739EA"/>
    <w:rsid w:val="00E749F5"/>
    <w:rsid w:val="00E8157E"/>
    <w:rsid w:val="00E83518"/>
    <w:rsid w:val="00E85B42"/>
    <w:rsid w:val="00E879F5"/>
    <w:rsid w:val="00E92B77"/>
    <w:rsid w:val="00E95F6E"/>
    <w:rsid w:val="00EA3BD4"/>
    <w:rsid w:val="00EA5877"/>
    <w:rsid w:val="00EB01A0"/>
    <w:rsid w:val="00EB3FB5"/>
    <w:rsid w:val="00EB76A8"/>
    <w:rsid w:val="00EC5EBD"/>
    <w:rsid w:val="00EC6950"/>
    <w:rsid w:val="00EC6C63"/>
    <w:rsid w:val="00ED1C77"/>
    <w:rsid w:val="00EE0262"/>
    <w:rsid w:val="00EE0321"/>
    <w:rsid w:val="00EE1198"/>
    <w:rsid w:val="00EE131F"/>
    <w:rsid w:val="00EE327F"/>
    <w:rsid w:val="00EE5BEF"/>
    <w:rsid w:val="00EE6DAA"/>
    <w:rsid w:val="00EF0FF7"/>
    <w:rsid w:val="00EF47B4"/>
    <w:rsid w:val="00EF7207"/>
    <w:rsid w:val="00F02CBF"/>
    <w:rsid w:val="00F048D9"/>
    <w:rsid w:val="00F04B71"/>
    <w:rsid w:val="00F0604D"/>
    <w:rsid w:val="00F06E5B"/>
    <w:rsid w:val="00F10D73"/>
    <w:rsid w:val="00F1223E"/>
    <w:rsid w:val="00F125B4"/>
    <w:rsid w:val="00F2015C"/>
    <w:rsid w:val="00F2261F"/>
    <w:rsid w:val="00F231B1"/>
    <w:rsid w:val="00F31F68"/>
    <w:rsid w:val="00F411ED"/>
    <w:rsid w:val="00F41DC3"/>
    <w:rsid w:val="00F43723"/>
    <w:rsid w:val="00F454F2"/>
    <w:rsid w:val="00F51EB3"/>
    <w:rsid w:val="00F521DD"/>
    <w:rsid w:val="00F54CC2"/>
    <w:rsid w:val="00F5571E"/>
    <w:rsid w:val="00F565EC"/>
    <w:rsid w:val="00F57A92"/>
    <w:rsid w:val="00F603EF"/>
    <w:rsid w:val="00F617D5"/>
    <w:rsid w:val="00F6257B"/>
    <w:rsid w:val="00F62A93"/>
    <w:rsid w:val="00F64C3D"/>
    <w:rsid w:val="00F65A0A"/>
    <w:rsid w:val="00F70678"/>
    <w:rsid w:val="00F707EC"/>
    <w:rsid w:val="00F727A8"/>
    <w:rsid w:val="00F75B67"/>
    <w:rsid w:val="00F80858"/>
    <w:rsid w:val="00F817B9"/>
    <w:rsid w:val="00F8277D"/>
    <w:rsid w:val="00F84AC7"/>
    <w:rsid w:val="00F85EA3"/>
    <w:rsid w:val="00F85EB5"/>
    <w:rsid w:val="00F868E1"/>
    <w:rsid w:val="00F92168"/>
    <w:rsid w:val="00F9343C"/>
    <w:rsid w:val="00F97B1D"/>
    <w:rsid w:val="00FA0095"/>
    <w:rsid w:val="00FA1DAB"/>
    <w:rsid w:val="00FA3FCD"/>
    <w:rsid w:val="00FB30ED"/>
    <w:rsid w:val="00FC25A6"/>
    <w:rsid w:val="00FD0503"/>
    <w:rsid w:val="00FD1255"/>
    <w:rsid w:val="00FD14CE"/>
    <w:rsid w:val="00FD302B"/>
    <w:rsid w:val="00FD472F"/>
    <w:rsid w:val="00FD69B3"/>
    <w:rsid w:val="00FE275D"/>
    <w:rsid w:val="00FE280A"/>
    <w:rsid w:val="00FE6B8B"/>
    <w:rsid w:val="00FE74DE"/>
    <w:rsid w:val="00FF074F"/>
    <w:rsid w:val="00FF4575"/>
    <w:rsid w:val="083D11A0"/>
    <w:rsid w:val="0A703E1B"/>
    <w:rsid w:val="15E6A502"/>
    <w:rsid w:val="4FD3573D"/>
    <w:rsid w:val="5C54AE98"/>
    <w:rsid w:val="6D764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70A95510-91B5-4F6E-B686-E1A6DCC5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111441"/>
    <w:rPr>
      <w:sz w:val="24"/>
      <w:szCs w:val="24"/>
    </w:rPr>
  </w:style>
  <w:style w:type="paragraph" w:customStyle="1" w:styleId="Default">
    <w:name w:val="Default"/>
    <w:rsid w:val="007465D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9022">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6303bb-8168-4820-821d-6f3b56902712" xsi:nil="true"/>
    <lcf76f155ced4ddcb4097134ff3c332f xmlns="28237d16-543b-4e4c-a747-680f3d191d1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5EB273E788D942BDBEC711BBFB2B54" ma:contentTypeVersion="12" ma:contentTypeDescription="Create a new document." ma:contentTypeScope="" ma:versionID="cfda7f3f3aa46f337de3ad1f72a96072">
  <xsd:schema xmlns:xsd="http://www.w3.org/2001/XMLSchema" xmlns:xs="http://www.w3.org/2001/XMLSchema" xmlns:p="http://schemas.microsoft.com/office/2006/metadata/properties" xmlns:ns2="28237d16-543b-4e4c-a747-680f3d191d1b" xmlns:ns3="e66303bb-8168-4820-821d-6f3b56902712" targetNamespace="http://schemas.microsoft.com/office/2006/metadata/properties" ma:root="true" ma:fieldsID="49d490664c48227057825e7b52fd55c9" ns2:_="" ns3:_="">
    <xsd:import namespace="28237d16-543b-4e4c-a747-680f3d191d1b"/>
    <xsd:import namespace="e66303bb-8168-4820-821d-6f3b56902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37d16-543b-4e4c-a747-680f3d191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2ba981b-a7d8-40e2-97c9-302b9a05d7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303bb-8168-4820-821d-6f3b5690271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e8612b0-805d-46b0-9198-3cb4d8e9de7a}" ma:internalName="TaxCatchAll" ma:showField="CatchAllData" ma:web="e66303bb-8168-4820-821d-6f3b56902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EFB36-132E-4B8F-B3EC-C1385A231B59}">
  <ds:schemaRefs>
    <ds:schemaRef ds:uri="http://schemas.microsoft.com/sharepoint/v3/contenttype/forms"/>
  </ds:schemaRefs>
</ds:datastoreItem>
</file>

<file path=customXml/itemProps2.xml><?xml version="1.0" encoding="utf-8"?>
<ds:datastoreItem xmlns:ds="http://schemas.openxmlformats.org/officeDocument/2006/customXml" ds:itemID="{4ABC8A9E-9FF5-4EF1-A096-E54B10839E8A}">
  <ds:schemaRefs>
    <ds:schemaRef ds:uri="http://schemas.microsoft.com/office/2006/metadata/properties"/>
    <ds:schemaRef ds:uri="http://schemas.microsoft.com/office/infopath/2007/PartnerControls"/>
    <ds:schemaRef ds:uri="e66303bb-8168-4820-821d-6f3b56902712"/>
    <ds:schemaRef ds:uri="28237d16-543b-4e4c-a747-680f3d191d1b"/>
  </ds:schemaRefs>
</ds:datastoreItem>
</file>

<file path=customXml/itemProps3.xml><?xml version="1.0" encoding="utf-8"?>
<ds:datastoreItem xmlns:ds="http://schemas.openxmlformats.org/officeDocument/2006/customXml" ds:itemID="{35D021F3-4AC9-44B5-9E40-F5DBFD871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37d16-543b-4e4c-a747-680f3d191d1b"/>
    <ds:schemaRef ds:uri="e66303bb-8168-4820-821d-6f3b56902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223</TotalTime>
  <Pages>1</Pages>
  <Words>1242</Words>
  <Characters>7082</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8308</CharactersWithSpaces>
  <SharedDoc>false</SharedDoc>
  <HLinks>
    <vt:vector size="18" baseType="variant">
      <vt:variant>
        <vt:i4>786509</vt:i4>
      </vt:variant>
      <vt:variant>
        <vt:i4>6</vt:i4>
      </vt:variant>
      <vt:variant>
        <vt:i4>0</vt:i4>
      </vt:variant>
      <vt:variant>
        <vt:i4>5</vt:i4>
      </vt:variant>
      <vt:variant>
        <vt:lpwstr>https://www.in.gov/idoa/mwbe</vt:lpwstr>
      </vt:variant>
      <vt:variant>
        <vt:lpwstr/>
      </vt:variant>
      <vt:variant>
        <vt:i4>786509</vt:i4>
      </vt:variant>
      <vt:variant>
        <vt:i4>3</vt:i4>
      </vt:variant>
      <vt:variant>
        <vt:i4>0</vt:i4>
      </vt:variant>
      <vt:variant>
        <vt:i4>5</vt:i4>
      </vt:variant>
      <vt:variant>
        <vt:lpwstr>https://www.in.gov/idoa/mwbe</vt:lpwstr>
      </vt:variant>
      <vt:variant>
        <vt:lpwstr/>
      </vt:variant>
      <vt:variant>
        <vt:i4>786509</vt:i4>
      </vt:variant>
      <vt:variant>
        <vt:i4>0</vt:i4>
      </vt:variant>
      <vt:variant>
        <vt:i4>0</vt:i4>
      </vt:variant>
      <vt:variant>
        <vt:i4>5</vt:i4>
      </vt:variant>
      <vt:variant>
        <vt:lpwstr>https://www.in.gov/idoa/mwbe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Kendall, Erin</cp:lastModifiedBy>
  <cp:revision>145</cp:revision>
  <cp:lastPrinted>2014-07-02T20:29:00Z</cp:lastPrinted>
  <dcterms:created xsi:type="dcterms:W3CDTF">2023-02-22T16:34:00Z</dcterms:created>
  <dcterms:modified xsi:type="dcterms:W3CDTF">2023-08-22T23:54:00Z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0x010100795EB273E788D942BDBEC711BBFB2B54</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